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30C00" w14:textId="60DFB047" w:rsidR="007152E5" w:rsidRPr="00CF5D80" w:rsidRDefault="00CF5D80" w:rsidP="007152E5">
      <w:pPr>
        <w:keepNext/>
        <w:keepLines/>
        <w:spacing w:afterLines="150" w:after="360" w:line="240" w:lineRule="auto"/>
        <w:outlineLvl w:val="0"/>
        <w:rPr>
          <w:rFonts w:ascii="Arial" w:eastAsia="Times New Roman" w:hAnsi="Arial" w:cs="Times New Roman"/>
          <w:b/>
          <w:bCs/>
          <w:color w:val="008CA0"/>
          <w:sz w:val="32"/>
          <w:szCs w:val="32"/>
          <w:lang w:val="en-US"/>
        </w:rPr>
      </w:pPr>
      <w:proofErr w:type="spellStart"/>
      <w:r w:rsidRPr="00CF5D80">
        <w:rPr>
          <w:rFonts w:ascii="Arial" w:eastAsia="Times New Roman" w:hAnsi="Arial" w:cs="Times New Roman"/>
          <w:b/>
          <w:bCs/>
          <w:color w:val="008CA0"/>
          <w:sz w:val="32"/>
          <w:szCs w:val="32"/>
          <w:lang w:val="en-US"/>
        </w:rPr>
        <w:t>mmmake</w:t>
      </w:r>
      <w:proofErr w:type="spellEnd"/>
      <w:r w:rsidRPr="00CF5D80">
        <w:rPr>
          <w:rFonts w:ascii="Arial" w:eastAsia="Times New Roman" w:hAnsi="Arial" w:cs="Times New Roman"/>
          <w:b/>
          <w:bCs/>
          <w:color w:val="008CA0"/>
          <w:sz w:val="32"/>
          <w:szCs w:val="32"/>
          <w:lang w:val="en-US"/>
        </w:rPr>
        <w:t xml:space="preserve"> wins pitch for Bad Reichenhall's 2025 annual </w:t>
      </w:r>
      <w:proofErr w:type="gramStart"/>
      <w:r w:rsidRPr="00CF5D80">
        <w:rPr>
          <w:rFonts w:ascii="Arial" w:eastAsia="Times New Roman" w:hAnsi="Arial" w:cs="Times New Roman"/>
          <w:b/>
          <w:bCs/>
          <w:color w:val="008CA0"/>
          <w:sz w:val="32"/>
          <w:szCs w:val="32"/>
          <w:lang w:val="en-US"/>
        </w:rPr>
        <w:t>campaign</w:t>
      </w:r>
      <w:proofErr w:type="gramEnd"/>
    </w:p>
    <w:p w14:paraId="5DCC3539" w14:textId="2CEFC156" w:rsidR="007152E5" w:rsidRPr="004A54FF" w:rsidRDefault="007152E5" w:rsidP="002F0442">
      <w:pPr>
        <w:spacing w:after="0" w:line="240" w:lineRule="auto"/>
        <w:jc w:val="both"/>
        <w:rPr>
          <w:rFonts w:ascii="Arial" w:hAnsi="Arial" w:cs="Arial"/>
          <w:lang w:val="en-US"/>
        </w:rPr>
      </w:pPr>
      <w:r w:rsidRPr="004A54FF">
        <w:rPr>
          <w:rFonts w:ascii="Arial" w:hAnsi="Arial" w:cs="Arial"/>
          <w:b/>
          <w:color w:val="008CA0"/>
          <w:lang w:val="en-US"/>
        </w:rPr>
        <w:t xml:space="preserve">Neckarsulm, </w:t>
      </w:r>
      <w:r w:rsidR="005E11FB">
        <w:rPr>
          <w:rFonts w:ascii="Arial" w:hAnsi="Arial" w:cs="Arial"/>
          <w:b/>
          <w:color w:val="008CA0"/>
          <w:lang w:val="en-US"/>
        </w:rPr>
        <w:t>26</w:t>
      </w:r>
      <w:r w:rsidRPr="004A54FF">
        <w:rPr>
          <w:rFonts w:ascii="Arial" w:hAnsi="Arial" w:cs="Arial"/>
          <w:b/>
          <w:color w:val="008CA0"/>
          <w:lang w:val="en-US"/>
        </w:rPr>
        <w:t xml:space="preserve">. </w:t>
      </w:r>
      <w:r w:rsidR="005E11FB">
        <w:rPr>
          <w:rFonts w:ascii="Arial" w:hAnsi="Arial" w:cs="Arial"/>
          <w:b/>
          <w:color w:val="008CA0"/>
          <w:lang w:val="en-US"/>
        </w:rPr>
        <w:t>March</w:t>
      </w:r>
      <w:r w:rsidRPr="004A54FF">
        <w:rPr>
          <w:rFonts w:ascii="Arial" w:hAnsi="Arial" w:cs="Arial"/>
          <w:b/>
          <w:color w:val="008CA0"/>
          <w:lang w:val="en-US"/>
        </w:rPr>
        <w:t xml:space="preserve"> 202</w:t>
      </w:r>
      <w:r w:rsidR="005E11FB">
        <w:rPr>
          <w:rFonts w:ascii="Arial" w:hAnsi="Arial" w:cs="Arial"/>
          <w:b/>
          <w:color w:val="008CA0"/>
          <w:lang w:val="en-US"/>
        </w:rPr>
        <w:t>5</w:t>
      </w:r>
      <w:r w:rsidRPr="004A54FF">
        <w:rPr>
          <w:rFonts w:ascii="Arial" w:hAnsi="Arial" w:cs="Arial"/>
          <w:b/>
          <w:color w:val="008CA0"/>
          <w:lang w:val="en-US"/>
        </w:rPr>
        <w:t xml:space="preserve"> –</w:t>
      </w:r>
      <w:r w:rsidR="004A54FF" w:rsidRPr="004A54FF">
        <w:rPr>
          <w:rFonts w:ascii="Arial" w:hAnsi="Arial" w:cs="Arial"/>
          <w:b/>
          <w:color w:val="008CA0"/>
          <w:lang w:val="en-US"/>
        </w:rPr>
        <w:t xml:space="preserve"> </w:t>
      </w:r>
      <w:proofErr w:type="spellStart"/>
      <w:r w:rsidR="004A54FF" w:rsidRPr="004A54FF">
        <w:rPr>
          <w:rFonts w:ascii="Arial" w:hAnsi="Arial" w:cs="Arial"/>
          <w:lang w:val="en-US"/>
        </w:rPr>
        <w:t>mmmake</w:t>
      </w:r>
      <w:proofErr w:type="spellEnd"/>
      <w:r w:rsidR="004A54FF" w:rsidRPr="004A54FF">
        <w:rPr>
          <w:rFonts w:ascii="Arial" w:hAnsi="Arial" w:cs="Arial"/>
          <w:lang w:val="en-US"/>
        </w:rPr>
        <w:t xml:space="preserve">, the creative agency, consulting unit and technology specialists of Schwarz Digits, has won the multi-stage creative pitch for the upcoming annual campaign of the Bad </w:t>
      </w:r>
      <w:proofErr w:type="spellStart"/>
      <w:r w:rsidR="004A54FF" w:rsidRPr="004A54FF">
        <w:rPr>
          <w:rFonts w:ascii="Arial" w:hAnsi="Arial" w:cs="Arial"/>
          <w:lang w:val="en-US"/>
        </w:rPr>
        <w:t>Reichenhaller</w:t>
      </w:r>
      <w:proofErr w:type="spellEnd"/>
      <w:r w:rsidR="004A54FF" w:rsidRPr="004A54FF">
        <w:rPr>
          <w:rFonts w:ascii="Arial" w:hAnsi="Arial" w:cs="Arial"/>
          <w:lang w:val="en-US"/>
        </w:rPr>
        <w:t xml:space="preserve"> salt brand ahead of schedule. The aim of the upcoming collaboration for the annual campaign will be to position Bad </w:t>
      </w:r>
      <w:proofErr w:type="spellStart"/>
      <w:r w:rsidR="004A54FF" w:rsidRPr="004A54FF">
        <w:rPr>
          <w:rFonts w:ascii="Arial" w:hAnsi="Arial" w:cs="Arial"/>
          <w:lang w:val="en-US"/>
        </w:rPr>
        <w:t>Reichenhaller</w:t>
      </w:r>
      <w:proofErr w:type="spellEnd"/>
      <w:r w:rsidR="004A54FF" w:rsidRPr="004A54FF">
        <w:rPr>
          <w:rFonts w:ascii="Arial" w:hAnsi="Arial" w:cs="Arial"/>
          <w:lang w:val="en-US"/>
        </w:rPr>
        <w:t xml:space="preserve"> as a driver of innovation in the food industry and to set new standards for the salt brand's communication. The campaign is intended to appeal to the established main customer base as well as increase brand awareness and relevance among the younger target group.</w:t>
      </w:r>
    </w:p>
    <w:p w14:paraId="6B54CD91" w14:textId="77777777" w:rsidR="006C1C13" w:rsidRPr="004A54FF" w:rsidRDefault="006C1C13" w:rsidP="002F0442">
      <w:pPr>
        <w:spacing w:after="0" w:line="240" w:lineRule="auto"/>
        <w:jc w:val="both"/>
        <w:rPr>
          <w:rFonts w:ascii="Arial" w:hAnsi="Arial" w:cs="Arial"/>
          <w:lang w:val="en-US"/>
        </w:rPr>
      </w:pPr>
    </w:p>
    <w:p w14:paraId="70847C5C" w14:textId="66DE06E5" w:rsidR="006C1C13" w:rsidRPr="00827726" w:rsidRDefault="00827726" w:rsidP="006C1C13">
      <w:pPr>
        <w:spacing w:after="0" w:line="240" w:lineRule="auto"/>
        <w:jc w:val="both"/>
        <w:rPr>
          <w:rFonts w:ascii="Arial" w:hAnsi="Arial" w:cs="Arial"/>
          <w:lang w:val="en-US"/>
        </w:rPr>
      </w:pPr>
      <w:r w:rsidRPr="00827726">
        <w:rPr>
          <w:rFonts w:ascii="Arial" w:hAnsi="Arial" w:cs="Arial"/>
          <w:lang w:val="en-US"/>
        </w:rPr>
        <w:t xml:space="preserve">"Previous campaigns have proven that our brand is always strong when it surprises. </w:t>
      </w:r>
      <w:proofErr w:type="spellStart"/>
      <w:r w:rsidRPr="00827726">
        <w:rPr>
          <w:rFonts w:ascii="Arial" w:hAnsi="Arial" w:cs="Arial"/>
          <w:lang w:val="en-US"/>
        </w:rPr>
        <w:t>mmmake</w:t>
      </w:r>
      <w:proofErr w:type="spellEnd"/>
      <w:r w:rsidRPr="00827726">
        <w:rPr>
          <w:rFonts w:ascii="Arial" w:hAnsi="Arial" w:cs="Arial"/>
          <w:lang w:val="en-US"/>
        </w:rPr>
        <w:t xml:space="preserve"> did exactly that and even exceeded our expectations," explains Moritz </w:t>
      </w:r>
      <w:proofErr w:type="spellStart"/>
      <w:r w:rsidRPr="00827726">
        <w:rPr>
          <w:rFonts w:ascii="Arial" w:hAnsi="Arial" w:cs="Arial"/>
          <w:lang w:val="en-US"/>
        </w:rPr>
        <w:t>Milewski</w:t>
      </w:r>
      <w:proofErr w:type="spellEnd"/>
      <w:r w:rsidRPr="00827726">
        <w:rPr>
          <w:rFonts w:ascii="Arial" w:hAnsi="Arial" w:cs="Arial"/>
          <w:lang w:val="en-US"/>
        </w:rPr>
        <w:t xml:space="preserve">, Head of Digital Marketing and Team Leader Product Management at Bad </w:t>
      </w:r>
      <w:proofErr w:type="spellStart"/>
      <w:r w:rsidRPr="00827726">
        <w:rPr>
          <w:rFonts w:ascii="Arial" w:hAnsi="Arial" w:cs="Arial"/>
          <w:lang w:val="en-US"/>
        </w:rPr>
        <w:t>Reichenhaller</w:t>
      </w:r>
      <w:proofErr w:type="spellEnd"/>
      <w:r w:rsidRPr="00827726">
        <w:rPr>
          <w:rFonts w:ascii="Arial" w:hAnsi="Arial" w:cs="Arial"/>
          <w:lang w:val="en-US"/>
        </w:rPr>
        <w:t>.</w:t>
      </w:r>
    </w:p>
    <w:p w14:paraId="59959985" w14:textId="77777777" w:rsidR="006C1C13" w:rsidRPr="00827726" w:rsidRDefault="006C1C13" w:rsidP="006C1C13">
      <w:pPr>
        <w:spacing w:after="0" w:line="240" w:lineRule="auto"/>
        <w:jc w:val="both"/>
        <w:rPr>
          <w:rFonts w:ascii="Arial" w:hAnsi="Arial" w:cs="Arial"/>
          <w:lang w:val="en-US"/>
        </w:rPr>
      </w:pPr>
    </w:p>
    <w:p w14:paraId="45DE7921" w14:textId="0D7DCA0A" w:rsidR="006C1C13" w:rsidRPr="00827726" w:rsidRDefault="00827726" w:rsidP="006C1C13">
      <w:pPr>
        <w:spacing w:after="0" w:line="240" w:lineRule="auto"/>
        <w:jc w:val="both"/>
        <w:rPr>
          <w:rFonts w:ascii="Arial" w:hAnsi="Arial" w:cs="Arial"/>
          <w:lang w:val="en-US"/>
        </w:rPr>
      </w:pPr>
      <w:r w:rsidRPr="00827726">
        <w:rPr>
          <w:rFonts w:ascii="Arial" w:hAnsi="Arial" w:cs="Arial"/>
          <w:lang w:val="en-US"/>
        </w:rPr>
        <w:t xml:space="preserve">"I am one hundred percent in agreement with our creative leads Holger </w:t>
      </w:r>
      <w:proofErr w:type="spellStart"/>
      <w:r w:rsidRPr="00827726">
        <w:rPr>
          <w:rFonts w:ascii="Arial" w:hAnsi="Arial" w:cs="Arial"/>
          <w:lang w:val="en-US"/>
        </w:rPr>
        <w:t>Paasch</w:t>
      </w:r>
      <w:proofErr w:type="spellEnd"/>
      <w:r w:rsidRPr="00827726">
        <w:rPr>
          <w:rFonts w:ascii="Arial" w:hAnsi="Arial" w:cs="Arial"/>
          <w:lang w:val="en-US"/>
        </w:rPr>
        <w:t xml:space="preserve"> and Frieder Gold: to surprise and reinvent yourself as a traditional brand, you </w:t>
      </w:r>
      <w:proofErr w:type="gramStart"/>
      <w:r w:rsidR="007941FA" w:rsidRPr="007941FA">
        <w:rPr>
          <w:rFonts w:ascii="Arial" w:hAnsi="Arial" w:cs="Arial"/>
          <w:lang w:val="en-US"/>
        </w:rPr>
        <w:t>doesn't</w:t>
      </w:r>
      <w:proofErr w:type="gramEnd"/>
      <w:r w:rsidR="007941FA" w:rsidRPr="007941FA">
        <w:rPr>
          <w:rFonts w:ascii="Arial" w:hAnsi="Arial" w:cs="Arial"/>
          <w:lang w:val="en-US"/>
        </w:rPr>
        <w:t xml:space="preserve"> need a modern tech disguise or a superficial polish</w:t>
      </w:r>
      <w:r w:rsidRPr="00827726">
        <w:rPr>
          <w:rFonts w:ascii="Arial" w:hAnsi="Arial" w:cs="Arial"/>
          <w:lang w:val="en-US"/>
        </w:rPr>
        <w:t xml:space="preserve">, but creative technological added value that really brings something to the people out there, is fun and invites interaction. This is exactly what we want to achieve with our activating campaign idea, which is strategically and consistently developed from the brand," confirms Rainer Schürg, Managing Director of </w:t>
      </w:r>
      <w:proofErr w:type="spellStart"/>
      <w:r w:rsidRPr="00827726">
        <w:rPr>
          <w:rFonts w:ascii="Arial" w:hAnsi="Arial" w:cs="Arial"/>
          <w:lang w:val="en-US"/>
        </w:rPr>
        <w:t>mmmake</w:t>
      </w:r>
      <w:proofErr w:type="spellEnd"/>
      <w:r w:rsidRPr="00827726">
        <w:rPr>
          <w:rFonts w:ascii="Arial" w:hAnsi="Arial" w:cs="Arial"/>
          <w:lang w:val="en-US"/>
        </w:rPr>
        <w:t>.</w:t>
      </w:r>
    </w:p>
    <w:p w14:paraId="2DB4F480" w14:textId="77777777" w:rsidR="006C1C13" w:rsidRPr="00827726" w:rsidRDefault="006C1C13" w:rsidP="006C1C13">
      <w:pPr>
        <w:spacing w:after="0" w:line="240" w:lineRule="auto"/>
        <w:jc w:val="both"/>
        <w:rPr>
          <w:rFonts w:ascii="Arial" w:hAnsi="Arial" w:cs="Arial"/>
          <w:lang w:val="en-US"/>
        </w:rPr>
      </w:pPr>
    </w:p>
    <w:p w14:paraId="3D49E11B" w14:textId="4FBDDC80" w:rsidR="006C1C13" w:rsidRPr="00695317" w:rsidRDefault="00695317" w:rsidP="006C1C13">
      <w:pPr>
        <w:spacing w:after="0" w:line="240" w:lineRule="auto"/>
        <w:jc w:val="both"/>
        <w:rPr>
          <w:rFonts w:ascii="Arial" w:hAnsi="Arial" w:cs="Arial"/>
          <w:lang w:val="en-US"/>
        </w:rPr>
      </w:pPr>
      <w:r w:rsidRPr="00695317">
        <w:rPr>
          <w:rFonts w:ascii="Arial" w:hAnsi="Arial" w:cs="Arial"/>
          <w:lang w:val="en-US"/>
        </w:rPr>
        <w:t>While the campaign focus in 2023 and 2024 was very much on product communication such as the new "</w:t>
      </w:r>
      <w:proofErr w:type="spellStart"/>
      <w:r w:rsidRPr="00695317">
        <w:rPr>
          <w:rFonts w:ascii="Arial" w:hAnsi="Arial" w:cs="Arial"/>
          <w:lang w:val="en-US"/>
        </w:rPr>
        <w:t>AlpenJodSalz</w:t>
      </w:r>
      <w:proofErr w:type="spellEnd"/>
      <w:r w:rsidRPr="00695317">
        <w:rPr>
          <w:rFonts w:ascii="Arial" w:hAnsi="Arial" w:cs="Arial"/>
          <w:lang w:val="en-US"/>
        </w:rPr>
        <w:t xml:space="preserve"> </w:t>
      </w:r>
      <w:proofErr w:type="spellStart"/>
      <w:r w:rsidRPr="00695317">
        <w:rPr>
          <w:rFonts w:ascii="Arial" w:hAnsi="Arial" w:cs="Arial"/>
          <w:lang w:val="en-US"/>
        </w:rPr>
        <w:t>mit</w:t>
      </w:r>
      <w:proofErr w:type="spellEnd"/>
      <w:r w:rsidRPr="00695317">
        <w:rPr>
          <w:rFonts w:ascii="Arial" w:hAnsi="Arial" w:cs="Arial"/>
          <w:lang w:val="en-US"/>
        </w:rPr>
        <w:t xml:space="preserve"> </w:t>
      </w:r>
      <w:proofErr w:type="spellStart"/>
      <w:r w:rsidRPr="00695317">
        <w:rPr>
          <w:rFonts w:ascii="Arial" w:hAnsi="Arial" w:cs="Arial"/>
          <w:lang w:val="en-US"/>
        </w:rPr>
        <w:t>Selen</w:t>
      </w:r>
      <w:proofErr w:type="spellEnd"/>
      <w:r w:rsidRPr="00695317">
        <w:rPr>
          <w:rFonts w:ascii="Arial" w:hAnsi="Arial" w:cs="Arial"/>
          <w:lang w:val="en-US"/>
        </w:rPr>
        <w:t>", this focus will now shift to image-relevant value-added communication with a reference to technology. Preparations for implementation are in full swing.</w:t>
      </w:r>
    </w:p>
    <w:p w14:paraId="78C6FFAA" w14:textId="77777777" w:rsidR="006C1C13" w:rsidRPr="00695317" w:rsidRDefault="006C1C13" w:rsidP="006C1C13">
      <w:pPr>
        <w:spacing w:after="0" w:line="240" w:lineRule="auto"/>
        <w:jc w:val="both"/>
        <w:rPr>
          <w:rFonts w:ascii="Arial" w:hAnsi="Arial" w:cs="Arial"/>
          <w:lang w:val="en-US"/>
        </w:rPr>
      </w:pPr>
    </w:p>
    <w:p w14:paraId="4CDE4A36" w14:textId="7C870A76" w:rsidR="00AC6C37" w:rsidRPr="00AC6C37" w:rsidRDefault="00695317" w:rsidP="006C1C13">
      <w:pPr>
        <w:spacing w:after="0" w:line="240" w:lineRule="auto"/>
        <w:jc w:val="both"/>
        <w:rPr>
          <w:rFonts w:ascii="Arial" w:hAnsi="Arial" w:cs="Arial"/>
          <w:lang w:val="nl-NL"/>
        </w:rPr>
      </w:pPr>
      <w:r w:rsidRPr="00695317">
        <w:rPr>
          <w:rFonts w:ascii="Arial" w:hAnsi="Arial" w:cs="Arial"/>
          <w:lang w:val="nl-NL"/>
        </w:rPr>
        <w:t>mmmake has been working with Bad Reichenhaller since 2020 and has been managing the social media channels and associated campaigns ever since. The pitch win for the annual campaign now expands this collaboration even further.</w:t>
      </w:r>
    </w:p>
    <w:p w14:paraId="631524B7" w14:textId="52466661" w:rsidR="007152E5" w:rsidRPr="00695317" w:rsidRDefault="007152E5" w:rsidP="002F0442">
      <w:pPr>
        <w:jc w:val="both"/>
        <w:rPr>
          <w:rFonts w:ascii="Arial" w:hAnsi="Arial" w:cs="Arial"/>
          <w:lang w:val="en-US"/>
        </w:rPr>
      </w:pPr>
    </w:p>
    <w:p w14:paraId="3D2E5DFE" w14:textId="77777777" w:rsidR="007152E5" w:rsidRPr="00695317" w:rsidRDefault="007152E5" w:rsidP="007152E5">
      <w:pPr>
        <w:pStyle w:val="Position"/>
        <w:rPr>
          <w:rFonts w:ascii="Arial" w:eastAsia="Times New Roman" w:hAnsi="Arial" w:cs="Times New Roman"/>
          <w:b/>
          <w:bCs/>
          <w:color w:val="44546A" w:themeColor="text2"/>
          <w:sz w:val="22"/>
          <w:szCs w:val="22"/>
        </w:rPr>
      </w:pPr>
    </w:p>
    <w:p w14:paraId="36D8A720" w14:textId="77777777" w:rsidR="007152E5" w:rsidRPr="00695317" w:rsidRDefault="007152E5" w:rsidP="007152E5">
      <w:pPr>
        <w:pStyle w:val="Position"/>
        <w:rPr>
          <w:rFonts w:ascii="Arial" w:eastAsia="Times New Roman" w:hAnsi="Arial" w:cs="Times New Roman"/>
          <w:b/>
          <w:bCs/>
          <w:color w:val="44546A" w:themeColor="text2"/>
          <w:sz w:val="22"/>
          <w:szCs w:val="22"/>
        </w:rPr>
      </w:pPr>
    </w:p>
    <w:p w14:paraId="309045E7" w14:textId="0C6FC798" w:rsidR="00A22362" w:rsidRPr="00695317" w:rsidRDefault="00A22362">
      <w:pPr>
        <w:rPr>
          <w:rFonts w:ascii="Arial" w:eastAsia="Times New Roman" w:hAnsi="Arial" w:cs="Times New Roman"/>
          <w:b/>
          <w:bCs/>
          <w:color w:val="44546A" w:themeColor="text2"/>
          <w:lang w:val="en-US"/>
        </w:rPr>
      </w:pPr>
      <w:r w:rsidRPr="00695317">
        <w:rPr>
          <w:rFonts w:ascii="Arial" w:eastAsia="Times New Roman" w:hAnsi="Arial" w:cs="Times New Roman"/>
          <w:b/>
          <w:bCs/>
          <w:color w:val="44546A" w:themeColor="text2"/>
          <w:lang w:val="en-US"/>
        </w:rPr>
        <w:br w:type="page"/>
      </w:r>
    </w:p>
    <w:p w14:paraId="29D66924" w14:textId="63D6D052" w:rsidR="007152E5" w:rsidRPr="00634638" w:rsidRDefault="00695317" w:rsidP="00E51460">
      <w:pPr>
        <w:spacing w:after="0" w:line="240" w:lineRule="auto"/>
        <w:rPr>
          <w:rFonts w:ascii="Arial" w:eastAsia="Arial" w:hAnsi="Arial" w:cs="Arial"/>
          <w:b/>
          <w:bCs/>
          <w:color w:val="44546A" w:themeColor="text2"/>
          <w:lang w:val="en-US"/>
        </w:rPr>
      </w:pPr>
      <w:r w:rsidRPr="00634638">
        <w:rPr>
          <w:rFonts w:ascii="Arial" w:hAnsi="Arial" w:cs="Arial"/>
          <w:b/>
          <w:color w:val="008CA0"/>
          <w:lang w:val="en-US"/>
        </w:rPr>
        <w:lastRenderedPageBreak/>
        <w:t>More Information</w:t>
      </w:r>
    </w:p>
    <w:p w14:paraId="218C42BA" w14:textId="427D48BB" w:rsidR="007152E5" w:rsidRPr="00634638" w:rsidRDefault="00634638" w:rsidP="007152E5">
      <w:pPr>
        <w:spacing w:line="276" w:lineRule="auto"/>
        <w:jc w:val="both"/>
        <w:rPr>
          <w:rFonts w:ascii="Arial" w:eastAsia="Arial" w:hAnsi="Arial" w:cs="Arial"/>
          <w:lang w:val="en-US"/>
        </w:rPr>
      </w:pPr>
      <w:r w:rsidRPr="00634638">
        <w:rPr>
          <w:rFonts w:ascii="Arial" w:eastAsia="Arial" w:hAnsi="Arial" w:cs="Arial"/>
          <w:lang w:val="en-US"/>
        </w:rPr>
        <w:t xml:space="preserve">Further information can be found at </w:t>
      </w:r>
      <w:hyperlink r:id="rId10">
        <w:r w:rsidR="007152E5" w:rsidRPr="00634638">
          <w:rPr>
            <w:rStyle w:val="Hyperlink"/>
            <w:rFonts w:ascii="Arial" w:eastAsia="Arial" w:hAnsi="Arial" w:cs="Arial"/>
            <w:lang w:val="en-US"/>
          </w:rPr>
          <w:t>www.schwarz-digits.de</w:t>
        </w:r>
      </w:hyperlink>
      <w:r w:rsidR="007152E5" w:rsidRPr="00634638">
        <w:rPr>
          <w:rFonts w:ascii="Arial" w:eastAsia="Arial" w:hAnsi="Arial" w:cs="Arial"/>
          <w:lang w:val="en-US"/>
        </w:rPr>
        <w:t xml:space="preserve">. </w:t>
      </w:r>
    </w:p>
    <w:p w14:paraId="559CFD5D" w14:textId="77777777" w:rsidR="002F0442" w:rsidRPr="00634638" w:rsidRDefault="002F0442" w:rsidP="00E51460">
      <w:pPr>
        <w:spacing w:after="0" w:line="240" w:lineRule="auto"/>
        <w:rPr>
          <w:rFonts w:ascii="Arial" w:hAnsi="Arial" w:cs="Arial"/>
          <w:b/>
          <w:color w:val="008CA0"/>
          <w:lang w:val="en-US"/>
        </w:rPr>
      </w:pPr>
    </w:p>
    <w:p w14:paraId="02B0BE18" w14:textId="77777777" w:rsidR="002F0442" w:rsidRPr="00634638" w:rsidRDefault="002F0442" w:rsidP="00E51460">
      <w:pPr>
        <w:spacing w:after="0" w:line="240" w:lineRule="auto"/>
        <w:rPr>
          <w:rFonts w:ascii="Arial" w:hAnsi="Arial" w:cs="Arial"/>
          <w:b/>
          <w:color w:val="008CA0"/>
          <w:lang w:val="en-US"/>
        </w:rPr>
      </w:pPr>
    </w:p>
    <w:p w14:paraId="51794202" w14:textId="217C5B25" w:rsidR="007152E5" w:rsidRPr="007941FA" w:rsidRDefault="007152E5" w:rsidP="00E51460">
      <w:pPr>
        <w:spacing w:after="0" w:line="240" w:lineRule="auto"/>
        <w:rPr>
          <w:rFonts w:ascii="Arial" w:hAnsi="Arial" w:cs="Arial"/>
          <w:b/>
          <w:bCs/>
          <w:color w:val="44546A" w:themeColor="text2"/>
          <w:lang w:val="en-US"/>
        </w:rPr>
      </w:pPr>
      <w:r w:rsidRPr="007941FA">
        <w:rPr>
          <w:rFonts w:ascii="Arial" w:hAnsi="Arial" w:cs="Arial"/>
          <w:b/>
          <w:color w:val="008CA0"/>
          <w:lang w:val="en-US"/>
        </w:rPr>
        <w:t>Press</w:t>
      </w:r>
      <w:r w:rsidR="00634638" w:rsidRPr="007941FA">
        <w:rPr>
          <w:rFonts w:ascii="Arial" w:hAnsi="Arial" w:cs="Arial"/>
          <w:b/>
          <w:color w:val="008CA0"/>
          <w:lang w:val="en-US"/>
        </w:rPr>
        <w:t xml:space="preserve"> </w:t>
      </w:r>
      <w:proofErr w:type="gramStart"/>
      <w:r w:rsidR="00634638" w:rsidRPr="007941FA">
        <w:rPr>
          <w:rFonts w:ascii="Arial" w:hAnsi="Arial" w:cs="Arial"/>
          <w:b/>
          <w:color w:val="008CA0"/>
          <w:lang w:val="en-US"/>
        </w:rPr>
        <w:t>contact</w:t>
      </w:r>
      <w:proofErr w:type="gramEnd"/>
    </w:p>
    <w:p w14:paraId="33E635C6" w14:textId="77777777" w:rsidR="007152E5" w:rsidRPr="007941FA" w:rsidRDefault="007152E5" w:rsidP="007152E5">
      <w:pPr>
        <w:pStyle w:val="PIStandardtext"/>
        <w:tabs>
          <w:tab w:val="left" w:pos="8325"/>
        </w:tabs>
        <w:spacing w:line="276" w:lineRule="auto"/>
      </w:pPr>
      <w:r w:rsidRPr="007941FA">
        <w:t>Schwarz Digits</w:t>
      </w:r>
    </w:p>
    <w:p w14:paraId="21A9BEC1" w14:textId="11274FFD" w:rsidR="007152E5" w:rsidRDefault="00634638" w:rsidP="007152E5">
      <w:pPr>
        <w:pStyle w:val="PIStandardtext"/>
        <w:tabs>
          <w:tab w:val="left" w:pos="8325"/>
        </w:tabs>
        <w:spacing w:line="276" w:lineRule="auto"/>
        <w:rPr>
          <w:lang w:val="nl-NL"/>
        </w:rPr>
      </w:pPr>
      <w:r>
        <w:rPr>
          <w:lang w:val="nl-NL"/>
        </w:rPr>
        <w:t xml:space="preserve">Phone </w:t>
      </w:r>
      <w:r w:rsidR="007152E5">
        <w:rPr>
          <w:lang w:val="nl-NL"/>
        </w:rPr>
        <w:t>+49 7132 30-490490</w:t>
      </w:r>
    </w:p>
    <w:p w14:paraId="0807B314" w14:textId="77777777" w:rsidR="007152E5" w:rsidRPr="00E91D90" w:rsidRDefault="001B2ADF" w:rsidP="007152E5">
      <w:pPr>
        <w:pStyle w:val="PIStandardtext"/>
        <w:rPr>
          <w:lang w:val="nl-NL"/>
        </w:rPr>
      </w:pPr>
      <w:hyperlink r:id="rId11" w:history="1">
        <w:r w:rsidR="007152E5" w:rsidRPr="007941FA">
          <w:rPr>
            <w:rStyle w:val="Hyperlink"/>
          </w:rPr>
          <w:t>presse-digits@mail.schwarz</w:t>
        </w:r>
      </w:hyperlink>
      <w:r w:rsidR="007152E5" w:rsidRPr="007941FA">
        <w:t xml:space="preserve"> </w:t>
      </w:r>
    </w:p>
    <w:p w14:paraId="2A6DCC40" w14:textId="77777777" w:rsidR="007152E5" w:rsidRDefault="007152E5" w:rsidP="007152E5">
      <w:pPr>
        <w:pStyle w:val="PIStandardtext"/>
        <w:tabs>
          <w:tab w:val="left" w:pos="8325"/>
        </w:tabs>
        <w:spacing w:line="276" w:lineRule="auto"/>
        <w:rPr>
          <w:lang w:val="nl-NL"/>
        </w:rPr>
      </w:pPr>
    </w:p>
    <w:p w14:paraId="51417FC0" w14:textId="25EE74BF" w:rsidR="007152E5" w:rsidRPr="00AC6C37" w:rsidRDefault="00634638" w:rsidP="00E51460">
      <w:pPr>
        <w:spacing w:after="0" w:line="240" w:lineRule="auto"/>
        <w:rPr>
          <w:rFonts w:ascii="Arial" w:eastAsia="Times New Roman" w:hAnsi="Arial" w:cs="Times New Roman"/>
          <w:b/>
          <w:bCs/>
          <w:color w:val="44546A" w:themeColor="text2"/>
          <w:lang w:val="nl-NL"/>
        </w:rPr>
      </w:pPr>
      <w:r>
        <w:rPr>
          <w:rFonts w:ascii="Arial" w:hAnsi="Arial" w:cs="Arial"/>
          <w:b/>
          <w:color w:val="008CA0"/>
          <w:lang w:val="nl-NL"/>
        </w:rPr>
        <w:t>About</w:t>
      </w:r>
      <w:r w:rsidR="007152E5" w:rsidRPr="00AC6C37">
        <w:rPr>
          <w:rFonts w:ascii="Arial" w:eastAsia="Times New Roman" w:hAnsi="Arial" w:cs="Times New Roman"/>
          <w:b/>
          <w:bCs/>
          <w:color w:val="44546A" w:themeColor="text2"/>
          <w:lang w:val="nl-NL"/>
        </w:rPr>
        <w:t xml:space="preserve"> </w:t>
      </w:r>
      <w:r w:rsidR="006C1C13" w:rsidRPr="00AC6C37">
        <w:rPr>
          <w:rFonts w:ascii="Arial" w:hAnsi="Arial" w:cs="Arial"/>
          <w:b/>
          <w:color w:val="008CA0"/>
          <w:lang w:val="nl-NL"/>
        </w:rPr>
        <w:t>Bad Reichenhaller</w:t>
      </w:r>
    </w:p>
    <w:p w14:paraId="11A9AE66" w14:textId="160B45A5" w:rsidR="007152E5" w:rsidRPr="00AC6C37" w:rsidRDefault="00231BBF" w:rsidP="007152E5">
      <w:pPr>
        <w:pStyle w:val="EinfAbs"/>
        <w:spacing w:line="276" w:lineRule="auto"/>
        <w:rPr>
          <w:rFonts w:ascii="Arial" w:hAnsi="Arial" w:cs="Arial"/>
          <w:sz w:val="22"/>
          <w:szCs w:val="22"/>
          <w:lang w:val="nl-NL"/>
        </w:rPr>
      </w:pPr>
      <w:r w:rsidRPr="00231BBF">
        <w:rPr>
          <w:rFonts w:ascii="Arial" w:hAnsi="Arial" w:cs="Arial"/>
          <w:sz w:val="22"/>
          <w:szCs w:val="22"/>
          <w:lang w:val="nl-NL"/>
        </w:rPr>
        <w:t>Bad Reichenhaller is a brand of Südwestdeutsche Salzwerke AG and stands for high-quality salt from the depths of the Alps. Obtained from pure Alpine brine, it guarantees the highest quality for seasoning, cooking and baking. Hundreds of years ago, the "white gold" from the Alps made its place of origin famous. Today, Bad Reichenhaller is the best-known brand in the German table salt segment. Bad Reichenhaller's product portfolio includes Alpine salts with and without added vitamins and trace elements for a balanced diet as well as a large selection of seasoning salts and salt specialties</w:t>
      </w:r>
      <w:r w:rsidR="006C1C13" w:rsidRPr="00AC6C37">
        <w:rPr>
          <w:rFonts w:ascii="Arial" w:hAnsi="Arial" w:cs="Arial"/>
          <w:sz w:val="22"/>
          <w:szCs w:val="22"/>
          <w:lang w:val="nl-NL"/>
        </w:rPr>
        <w:t xml:space="preserve">. </w:t>
      </w:r>
      <w:hyperlink r:id="rId12" w:history="1">
        <w:r w:rsidR="006C1C13" w:rsidRPr="00AC6C37">
          <w:rPr>
            <w:rStyle w:val="Hyperlink"/>
            <w:rFonts w:ascii="Arial" w:hAnsi="Arial" w:cs="Arial"/>
            <w:sz w:val="22"/>
            <w:szCs w:val="22"/>
            <w:lang w:val="nl-NL"/>
          </w:rPr>
          <w:t>www.bad-reichenhaller.de</w:t>
        </w:r>
      </w:hyperlink>
      <w:r w:rsidR="006C1C13" w:rsidRPr="00AC6C37">
        <w:rPr>
          <w:rFonts w:ascii="Arial" w:hAnsi="Arial" w:cs="Arial"/>
          <w:sz w:val="22"/>
          <w:szCs w:val="22"/>
          <w:lang w:val="nl-NL"/>
        </w:rPr>
        <w:t xml:space="preserve"> </w:t>
      </w:r>
    </w:p>
    <w:p w14:paraId="5F8A18B4" w14:textId="77777777" w:rsidR="006C1C13" w:rsidRDefault="006C1C13" w:rsidP="007152E5">
      <w:pPr>
        <w:pStyle w:val="EinfAbs"/>
        <w:spacing w:line="276" w:lineRule="auto"/>
        <w:rPr>
          <w:rFonts w:ascii="Arial" w:hAnsi="Arial" w:cs="Arial"/>
          <w:sz w:val="22"/>
          <w:szCs w:val="22"/>
          <w:lang w:val="nl-NL"/>
        </w:rPr>
      </w:pPr>
    </w:p>
    <w:p w14:paraId="697836F5" w14:textId="77777777" w:rsidR="00AC6C37" w:rsidRPr="00AC6C37" w:rsidRDefault="00AC6C37" w:rsidP="007152E5">
      <w:pPr>
        <w:pStyle w:val="EinfAbs"/>
        <w:spacing w:line="276" w:lineRule="auto"/>
        <w:rPr>
          <w:rFonts w:ascii="Arial" w:hAnsi="Arial" w:cs="Arial"/>
          <w:sz w:val="22"/>
          <w:szCs w:val="22"/>
          <w:lang w:val="nl-NL"/>
        </w:rPr>
      </w:pPr>
    </w:p>
    <w:p w14:paraId="40FE685D" w14:textId="2D0404B0" w:rsidR="006C1C13" w:rsidRPr="00AC6C37" w:rsidRDefault="00231BBF" w:rsidP="00AC6C37">
      <w:pPr>
        <w:spacing w:after="0" w:line="240" w:lineRule="auto"/>
        <w:rPr>
          <w:rFonts w:ascii="Arial" w:hAnsi="Arial" w:cs="Arial"/>
          <w:b/>
          <w:color w:val="008CA0"/>
          <w:lang w:val="nl-NL"/>
        </w:rPr>
      </w:pPr>
      <w:r>
        <w:rPr>
          <w:rFonts w:ascii="Arial" w:hAnsi="Arial" w:cs="Arial"/>
          <w:b/>
          <w:color w:val="008CA0"/>
          <w:lang w:val="nl-NL"/>
        </w:rPr>
        <w:t>About</w:t>
      </w:r>
      <w:r w:rsidR="006C1C13" w:rsidRPr="00AC6C37">
        <w:rPr>
          <w:rFonts w:ascii="Arial" w:hAnsi="Arial" w:cs="Arial"/>
          <w:b/>
          <w:color w:val="008CA0"/>
          <w:lang w:val="nl-NL"/>
        </w:rPr>
        <w:t xml:space="preserve"> mmmake</w:t>
      </w:r>
    </w:p>
    <w:p w14:paraId="0C6F01CF" w14:textId="5BCA1D8A" w:rsidR="006C1C13" w:rsidRPr="00AC6C37" w:rsidRDefault="00231BBF" w:rsidP="006C1C13">
      <w:pPr>
        <w:pStyle w:val="EinfAbs"/>
        <w:spacing w:line="276" w:lineRule="auto"/>
        <w:rPr>
          <w:rFonts w:ascii="Arial" w:hAnsi="Arial" w:cs="Arial"/>
          <w:sz w:val="22"/>
          <w:szCs w:val="22"/>
          <w:lang w:val="nl-NL"/>
        </w:rPr>
      </w:pPr>
      <w:r w:rsidRPr="00231BBF">
        <w:rPr>
          <w:rFonts w:ascii="Arial" w:hAnsi="Arial" w:cs="Arial"/>
          <w:sz w:val="22"/>
          <w:szCs w:val="22"/>
          <w:lang w:val="nl-NL"/>
        </w:rPr>
        <w:t>mmmake is part of the IT and digital division Schwarz Digits and thus belongs to the Schwarz Group companies. The approximately 100 employees develop customized solutions for Schwarz Group brands such as Lidl, Kaufland and PreZero as well as for external brands such as Bad Reichenhaller, McDonald's, Würth, Kärcher and L-Bank. With its core services Agency, Consulting and Technology, mmmake creates synergies for its customers</w:t>
      </w:r>
      <w:r w:rsidR="006C1C13" w:rsidRPr="00AC6C37">
        <w:rPr>
          <w:rFonts w:ascii="Arial" w:hAnsi="Arial" w:cs="Arial"/>
          <w:sz w:val="22"/>
          <w:szCs w:val="22"/>
          <w:lang w:val="nl-NL"/>
        </w:rPr>
        <w:t>.</w:t>
      </w:r>
      <w:r w:rsidR="00AC6C37">
        <w:rPr>
          <w:rFonts w:ascii="Arial" w:hAnsi="Arial" w:cs="Arial"/>
          <w:sz w:val="22"/>
          <w:szCs w:val="22"/>
          <w:lang w:val="nl-NL"/>
        </w:rPr>
        <w:t xml:space="preserve"> </w:t>
      </w:r>
      <w:hyperlink r:id="rId13" w:history="1">
        <w:r w:rsidR="00AC6C37" w:rsidRPr="00EF2ABD">
          <w:rPr>
            <w:rStyle w:val="Hyperlink"/>
            <w:rFonts w:ascii="Arial" w:hAnsi="Arial" w:cs="Arial"/>
            <w:sz w:val="22"/>
            <w:szCs w:val="22"/>
            <w:lang w:val="nl-NL"/>
          </w:rPr>
          <w:t>www.mmmake.com</w:t>
        </w:r>
      </w:hyperlink>
      <w:r w:rsidR="00AC6C37">
        <w:rPr>
          <w:rFonts w:ascii="Arial" w:hAnsi="Arial" w:cs="Arial"/>
          <w:sz w:val="22"/>
          <w:szCs w:val="22"/>
          <w:lang w:val="nl-NL"/>
        </w:rPr>
        <w:t xml:space="preserve"> </w:t>
      </w:r>
    </w:p>
    <w:p w14:paraId="61686B58" w14:textId="77777777" w:rsidR="006C1C13" w:rsidRPr="00AC6C37" w:rsidRDefault="006C1C13" w:rsidP="007152E5">
      <w:pPr>
        <w:pStyle w:val="EinfAbs"/>
        <w:spacing w:line="276" w:lineRule="auto"/>
        <w:rPr>
          <w:rFonts w:ascii="Arial" w:hAnsi="Arial" w:cs="Arial"/>
          <w:sz w:val="22"/>
          <w:szCs w:val="22"/>
          <w:lang w:val="nl-NL"/>
        </w:rPr>
      </w:pPr>
    </w:p>
    <w:p w14:paraId="3CA9688E" w14:textId="77777777" w:rsidR="006C1C13" w:rsidRPr="007941FA" w:rsidRDefault="006C1C13" w:rsidP="007152E5">
      <w:pPr>
        <w:pStyle w:val="EinfAbs"/>
        <w:spacing w:line="276" w:lineRule="auto"/>
        <w:rPr>
          <w:rFonts w:ascii="Arial" w:eastAsia="Times New Roman" w:hAnsi="Arial" w:cs="Times New Roman"/>
          <w:b/>
          <w:bCs/>
          <w:color w:val="008CA0"/>
          <w:sz w:val="22"/>
          <w:szCs w:val="22"/>
          <w:lang w:val="en-US"/>
        </w:rPr>
      </w:pPr>
    </w:p>
    <w:p w14:paraId="359430F5" w14:textId="77777777" w:rsidR="007152E5" w:rsidRPr="007941FA" w:rsidRDefault="007152E5" w:rsidP="007152E5">
      <w:pPr>
        <w:pStyle w:val="EinfAbs"/>
        <w:spacing w:line="276" w:lineRule="auto"/>
        <w:rPr>
          <w:rFonts w:ascii="Arial" w:eastAsia="Times New Roman" w:hAnsi="Arial" w:cs="Times New Roman"/>
          <w:b/>
          <w:bCs/>
          <w:color w:val="008CA0"/>
          <w:sz w:val="22"/>
          <w:szCs w:val="22"/>
          <w:lang w:val="en-US"/>
        </w:rPr>
      </w:pPr>
    </w:p>
    <w:p w14:paraId="1126FFCC" w14:textId="4F8C4E25" w:rsidR="007152E5" w:rsidRPr="00AC6C37" w:rsidRDefault="00231BBF" w:rsidP="00E51460">
      <w:pPr>
        <w:spacing w:after="0" w:line="240" w:lineRule="auto"/>
        <w:rPr>
          <w:color w:val="44546A" w:themeColor="text2"/>
          <w:lang w:val="nl-NL"/>
        </w:rPr>
      </w:pPr>
      <w:r w:rsidRPr="008B7647">
        <w:rPr>
          <w:rFonts w:ascii="Arial" w:hAnsi="Arial" w:cs="Arial"/>
          <w:b/>
          <w:color w:val="008CA0"/>
          <w:lang w:val="en-US"/>
        </w:rPr>
        <w:t xml:space="preserve">About </w:t>
      </w:r>
      <w:r w:rsidR="007152E5" w:rsidRPr="008B7647">
        <w:rPr>
          <w:rFonts w:ascii="Arial" w:hAnsi="Arial" w:cs="Arial"/>
          <w:b/>
          <w:color w:val="008CA0"/>
          <w:lang w:val="en-US"/>
        </w:rPr>
        <w:t>Schwarz</w:t>
      </w:r>
      <w:r w:rsidR="007152E5" w:rsidRPr="008B7647">
        <w:rPr>
          <w:rFonts w:ascii="Arial" w:eastAsia="Times New Roman" w:hAnsi="Arial" w:cs="Times New Roman"/>
          <w:b/>
          <w:bCs/>
          <w:color w:val="44546A" w:themeColor="text2"/>
          <w:lang w:val="en-US"/>
        </w:rPr>
        <w:t xml:space="preserve"> </w:t>
      </w:r>
      <w:r w:rsidR="007152E5" w:rsidRPr="008B7647">
        <w:rPr>
          <w:rFonts w:ascii="Arial" w:hAnsi="Arial" w:cs="Arial"/>
          <w:b/>
          <w:color w:val="008CA0"/>
          <w:lang w:val="en-US"/>
        </w:rPr>
        <w:t>Digits</w:t>
      </w:r>
    </w:p>
    <w:p w14:paraId="202FF1F4" w14:textId="41D26281" w:rsidR="007152E5" w:rsidRPr="001D23C0" w:rsidRDefault="008B7647" w:rsidP="008B7647">
      <w:pPr>
        <w:pStyle w:val="PIStandardtext"/>
        <w:tabs>
          <w:tab w:val="left" w:pos="8325"/>
        </w:tabs>
        <w:spacing w:line="276" w:lineRule="auto"/>
        <w:jc w:val="both"/>
        <w:rPr>
          <w:lang w:val="nl-NL"/>
        </w:rPr>
      </w:pPr>
      <w:r w:rsidRPr="008B7647">
        <w:rPr>
          <w:lang w:val="nl-NL"/>
        </w:rPr>
        <w:t>Schwarz Digits is the IT and digital division of Schwarz Group and offers impressive digital products and services that meet the high German data protection standards. With the aim of achieving the greatest possible digital sovereignty, Schwarz Digits provides the IT infrastructure and solutions for the extensive ecosystem of Schwarz Group's companies and develops it for the future. Schwarz Digits' sovereign core services include Cloud, Cybersecurity, Artificial Intelligence, Communication and Workplace. In addition, Schwarz Digits creates optimal conditions for the development of trend-setting innovations for end customers, companies and public sector organizations. Schwarz Digits includes 7,500 employees of the brands STACKIT, XM Cyber, Schwarz Media, mmmake, Schwarz IT, Schwarz Digital, Lidl e-commerce and Kaufland e-commerce.</w:t>
      </w:r>
    </w:p>
    <w:sectPr w:rsidR="007152E5" w:rsidRPr="001D23C0">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A083B" w14:textId="77777777" w:rsidR="00A65C2F" w:rsidRDefault="00A65C2F" w:rsidP="003B77A4">
      <w:pPr>
        <w:spacing w:after="0" w:line="240" w:lineRule="auto"/>
      </w:pPr>
      <w:r>
        <w:separator/>
      </w:r>
    </w:p>
  </w:endnote>
  <w:endnote w:type="continuationSeparator" w:id="0">
    <w:p w14:paraId="38AA7203" w14:textId="77777777" w:rsidR="00A65C2F" w:rsidRDefault="00A65C2F" w:rsidP="003B77A4">
      <w:pPr>
        <w:spacing w:after="0" w:line="240" w:lineRule="auto"/>
      </w:pPr>
      <w:r>
        <w:continuationSeparator/>
      </w:r>
    </w:p>
  </w:endnote>
  <w:endnote w:type="continuationNotice" w:id="1">
    <w:p w14:paraId="4AFFB1FC" w14:textId="77777777" w:rsidR="00A65C2F" w:rsidRDefault="00A65C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altName w:val="Calibri"/>
    <w:charset w:val="00"/>
    <w:family w:val="auto"/>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51BB9592"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2465EA0B"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3099D" w14:textId="77777777" w:rsidR="00A65C2F" w:rsidRDefault="00A65C2F" w:rsidP="003B77A4">
      <w:pPr>
        <w:spacing w:after="0" w:line="240" w:lineRule="auto"/>
      </w:pPr>
      <w:r>
        <w:separator/>
      </w:r>
    </w:p>
  </w:footnote>
  <w:footnote w:type="continuationSeparator" w:id="0">
    <w:p w14:paraId="4C5E7112" w14:textId="77777777" w:rsidR="00A65C2F" w:rsidRDefault="00A65C2F" w:rsidP="003B77A4">
      <w:pPr>
        <w:spacing w:after="0" w:line="240" w:lineRule="auto"/>
      </w:pPr>
      <w:r>
        <w:continuationSeparator/>
      </w:r>
    </w:p>
  </w:footnote>
  <w:footnote w:type="continuationNotice" w:id="1">
    <w:p w14:paraId="4016ADA4" w14:textId="77777777" w:rsidR="00A65C2F" w:rsidRDefault="00A65C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2CB8B" w14:textId="4BB01FC2"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55BC8577" wp14:editId="3C5918F2">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w:t>
    </w:r>
    <w:r w:rsidR="00B75800">
      <w:rPr>
        <w:rFonts w:ascii="Arial" w:eastAsia="Times New Roman" w:hAnsi="Arial" w:cs="Times New Roman"/>
        <w:b/>
        <w:bCs/>
        <w:color w:val="008CA0"/>
        <w:sz w:val="40"/>
        <w:szCs w:val="28"/>
      </w:rPr>
      <w:t xml:space="preserve"> RELEASE</w:t>
    </w:r>
  </w:p>
  <w:p w14:paraId="6EE75A13"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D28"/>
    <w:rsid w:val="00026614"/>
    <w:rsid w:val="00063908"/>
    <w:rsid w:val="000B5C73"/>
    <w:rsid w:val="000E5485"/>
    <w:rsid w:val="00124867"/>
    <w:rsid w:val="00143D47"/>
    <w:rsid w:val="00171A1A"/>
    <w:rsid w:val="001A6A5E"/>
    <w:rsid w:val="001C273A"/>
    <w:rsid w:val="001C5730"/>
    <w:rsid w:val="001D23C0"/>
    <w:rsid w:val="001E1334"/>
    <w:rsid w:val="002172CE"/>
    <w:rsid w:val="00231BBF"/>
    <w:rsid w:val="00254895"/>
    <w:rsid w:val="002F0442"/>
    <w:rsid w:val="003333F4"/>
    <w:rsid w:val="00357D58"/>
    <w:rsid w:val="003B77A4"/>
    <w:rsid w:val="004275BF"/>
    <w:rsid w:val="0046476D"/>
    <w:rsid w:val="004756CA"/>
    <w:rsid w:val="004A54FF"/>
    <w:rsid w:val="005A01AD"/>
    <w:rsid w:val="005D2B2A"/>
    <w:rsid w:val="005E11FB"/>
    <w:rsid w:val="00613257"/>
    <w:rsid w:val="00634638"/>
    <w:rsid w:val="00695317"/>
    <w:rsid w:val="006A3EF5"/>
    <w:rsid w:val="006C1C13"/>
    <w:rsid w:val="006C4B09"/>
    <w:rsid w:val="007152E5"/>
    <w:rsid w:val="00776172"/>
    <w:rsid w:val="0079221F"/>
    <w:rsid w:val="007941FA"/>
    <w:rsid w:val="007D6E62"/>
    <w:rsid w:val="00827726"/>
    <w:rsid w:val="00843BC2"/>
    <w:rsid w:val="00893C80"/>
    <w:rsid w:val="008A4C31"/>
    <w:rsid w:val="008B7647"/>
    <w:rsid w:val="008D3A47"/>
    <w:rsid w:val="008E481C"/>
    <w:rsid w:val="00906D28"/>
    <w:rsid w:val="00914BD8"/>
    <w:rsid w:val="00946EFD"/>
    <w:rsid w:val="00962DDA"/>
    <w:rsid w:val="009646F3"/>
    <w:rsid w:val="00A15253"/>
    <w:rsid w:val="00A22362"/>
    <w:rsid w:val="00A42D1B"/>
    <w:rsid w:val="00A65C2F"/>
    <w:rsid w:val="00A7300B"/>
    <w:rsid w:val="00A946E6"/>
    <w:rsid w:val="00AC6C37"/>
    <w:rsid w:val="00AC6FEE"/>
    <w:rsid w:val="00B060BA"/>
    <w:rsid w:val="00B10EAE"/>
    <w:rsid w:val="00B42807"/>
    <w:rsid w:val="00B637DC"/>
    <w:rsid w:val="00B75800"/>
    <w:rsid w:val="00BC7F91"/>
    <w:rsid w:val="00BE5917"/>
    <w:rsid w:val="00BF24A5"/>
    <w:rsid w:val="00C23D5E"/>
    <w:rsid w:val="00CC199E"/>
    <w:rsid w:val="00CF5D80"/>
    <w:rsid w:val="00D04783"/>
    <w:rsid w:val="00D33774"/>
    <w:rsid w:val="00D51587"/>
    <w:rsid w:val="00D664E3"/>
    <w:rsid w:val="00D739A4"/>
    <w:rsid w:val="00DB78F7"/>
    <w:rsid w:val="00DF767E"/>
    <w:rsid w:val="00E51460"/>
    <w:rsid w:val="00EB61D4"/>
    <w:rsid w:val="00F042AF"/>
    <w:rsid w:val="00F16412"/>
    <w:rsid w:val="00F26AC9"/>
    <w:rsid w:val="00F50C15"/>
    <w:rsid w:val="00FB0BC7"/>
    <w:rsid w:val="00FE45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238B5"/>
  <w15:chartTrackingRefBased/>
  <w15:docId w15:val="{F1A0A91C-15C5-422E-BD4A-343BCA34C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character" w:styleId="Kommentarzeichen">
    <w:name w:val="annotation reference"/>
    <w:basedOn w:val="Absatz-Standardschriftart"/>
    <w:uiPriority w:val="99"/>
    <w:semiHidden/>
    <w:unhideWhenUsed/>
    <w:rsid w:val="00914BD8"/>
    <w:rPr>
      <w:sz w:val="16"/>
      <w:szCs w:val="16"/>
    </w:rPr>
  </w:style>
  <w:style w:type="paragraph" w:styleId="Kommentartext">
    <w:name w:val="annotation text"/>
    <w:basedOn w:val="Standard"/>
    <w:link w:val="KommentartextZchn"/>
    <w:uiPriority w:val="99"/>
    <w:semiHidden/>
    <w:unhideWhenUsed/>
    <w:rsid w:val="00914BD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4BD8"/>
    <w:rPr>
      <w:sz w:val="20"/>
      <w:szCs w:val="20"/>
    </w:rPr>
  </w:style>
  <w:style w:type="paragraph" w:styleId="Kommentarthema">
    <w:name w:val="annotation subject"/>
    <w:basedOn w:val="Kommentartext"/>
    <w:next w:val="Kommentartext"/>
    <w:link w:val="KommentarthemaZchn"/>
    <w:uiPriority w:val="99"/>
    <w:semiHidden/>
    <w:unhideWhenUsed/>
    <w:rsid w:val="00914BD8"/>
    <w:rPr>
      <w:b/>
      <w:bCs/>
    </w:rPr>
  </w:style>
  <w:style w:type="character" w:customStyle="1" w:styleId="KommentarthemaZchn">
    <w:name w:val="Kommentarthema Zchn"/>
    <w:basedOn w:val="KommentartextZchn"/>
    <w:link w:val="Kommentarthema"/>
    <w:uiPriority w:val="99"/>
    <w:semiHidden/>
    <w:rsid w:val="00914BD8"/>
    <w:rPr>
      <w:b/>
      <w:bCs/>
      <w:sz w:val="20"/>
      <w:szCs w:val="20"/>
    </w:rPr>
  </w:style>
  <w:style w:type="paragraph" w:styleId="berarbeitung">
    <w:name w:val="Revision"/>
    <w:hidden/>
    <w:uiPriority w:val="99"/>
    <w:semiHidden/>
    <w:rsid w:val="00A946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mmmake.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bad-reichenhaller.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Vorlage_Pressemitteilung_Schwarz_Digit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6" ma:contentTypeDescription="Create a new document." ma:contentTypeScope="" ma:versionID="9d0c65232af06a11ec51357a432a88b0">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818fb39e85af704ba55f15f094b535cc"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1B4F4A5D-6E7C-425E-A105-7057DD266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91297c-dfbd-4cef-9c21-cbba141a0791"/>
    <ds:schemaRef ds:uri="8c9792c0-3455-4627-b214-6eeac2f7a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Vorlage_Pressemitteilung_Schwarz_Digits</Template>
  <TotalTime>0</TotalTime>
  <Pages>2</Pages>
  <Words>587</Words>
  <Characters>3701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2</cp:revision>
  <dcterms:created xsi:type="dcterms:W3CDTF">2025-03-26T10:05:00Z</dcterms:created>
  <dcterms:modified xsi:type="dcterms:W3CDTF">2025-03-26T10:05:00Z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