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3D583" w14:textId="764DD21C" w:rsidR="007152E5" w:rsidRPr="003A4B4C" w:rsidRDefault="0093179B" w:rsidP="005C2132">
      <w:pPr>
        <w:keepNext/>
        <w:keepLines/>
        <w:spacing w:afterLines="100" w:after="240" w:line="240" w:lineRule="auto"/>
        <w:outlineLvl w:val="0"/>
        <w:rPr>
          <w:rFonts w:ascii="Arial" w:eastAsia="Times New Roman" w:hAnsi="Arial" w:cs="Times New Roman"/>
          <w:b/>
          <w:bCs/>
          <w:color w:val="008CA0"/>
          <w:sz w:val="32"/>
          <w:szCs w:val="32"/>
        </w:rPr>
      </w:pPr>
      <w:r w:rsidRPr="003A4B4C">
        <w:rPr>
          <w:rFonts w:ascii="Arial" w:eastAsia="Times New Roman" w:hAnsi="Arial" w:cs="Times New Roman"/>
          <w:b/>
          <w:bCs/>
          <w:color w:val="008CA0"/>
          <w:sz w:val="32"/>
          <w:szCs w:val="32"/>
        </w:rPr>
        <w:t xml:space="preserve">Digitale </w:t>
      </w:r>
      <w:r w:rsidR="00B55F11" w:rsidRPr="003A4B4C">
        <w:rPr>
          <w:rFonts w:ascii="Arial" w:eastAsia="Times New Roman" w:hAnsi="Arial" w:cs="Times New Roman"/>
          <w:b/>
          <w:bCs/>
          <w:color w:val="008CA0"/>
          <w:sz w:val="32"/>
          <w:szCs w:val="32"/>
        </w:rPr>
        <w:t>Sicherheit</w:t>
      </w:r>
      <w:r w:rsidRPr="003A4B4C">
        <w:rPr>
          <w:rFonts w:ascii="Arial" w:eastAsia="Times New Roman" w:hAnsi="Arial" w:cs="Times New Roman"/>
          <w:b/>
          <w:bCs/>
          <w:color w:val="008CA0"/>
          <w:sz w:val="32"/>
          <w:szCs w:val="32"/>
        </w:rPr>
        <w:t xml:space="preserve"> und Unabhängigkeit</w:t>
      </w:r>
      <w:r w:rsidR="00B55F11" w:rsidRPr="003A4B4C">
        <w:rPr>
          <w:rFonts w:ascii="Arial" w:eastAsia="Times New Roman" w:hAnsi="Arial" w:cs="Times New Roman"/>
          <w:b/>
          <w:bCs/>
          <w:color w:val="008CA0"/>
          <w:sz w:val="32"/>
          <w:szCs w:val="32"/>
        </w:rPr>
        <w:t xml:space="preserve">: </w:t>
      </w:r>
      <w:r w:rsidR="00C93201" w:rsidRPr="003A4B4C">
        <w:rPr>
          <w:rFonts w:ascii="Arial" w:eastAsia="Times New Roman" w:hAnsi="Arial" w:cs="Times New Roman"/>
          <w:b/>
          <w:bCs/>
          <w:color w:val="008CA0"/>
          <w:sz w:val="32"/>
          <w:szCs w:val="32"/>
        </w:rPr>
        <w:t>Unternehmen der Schwarz Gruppe</w:t>
      </w:r>
      <w:r w:rsidR="00815C8E" w:rsidRPr="003A4B4C">
        <w:rPr>
          <w:rFonts w:ascii="Arial" w:eastAsia="Times New Roman" w:hAnsi="Arial" w:cs="Times New Roman"/>
          <w:b/>
          <w:bCs/>
          <w:color w:val="008CA0"/>
          <w:sz w:val="32"/>
          <w:szCs w:val="32"/>
        </w:rPr>
        <w:t xml:space="preserve"> </w:t>
      </w:r>
      <w:r w:rsidRPr="003A4B4C">
        <w:rPr>
          <w:rFonts w:ascii="Arial" w:eastAsia="Times New Roman" w:hAnsi="Arial" w:cs="Times New Roman"/>
          <w:b/>
          <w:bCs/>
          <w:color w:val="008CA0"/>
          <w:sz w:val="32"/>
          <w:szCs w:val="32"/>
        </w:rPr>
        <w:t>schließen strategische Partnerschaft</w:t>
      </w:r>
      <w:r w:rsidR="00CC3ED6" w:rsidRPr="003A4B4C">
        <w:rPr>
          <w:rFonts w:ascii="Arial" w:eastAsia="Times New Roman" w:hAnsi="Arial" w:cs="Times New Roman"/>
          <w:b/>
          <w:bCs/>
          <w:color w:val="008CA0"/>
          <w:sz w:val="32"/>
          <w:szCs w:val="32"/>
        </w:rPr>
        <w:t>en</w:t>
      </w:r>
      <w:r w:rsidRPr="003A4B4C">
        <w:rPr>
          <w:rFonts w:ascii="Arial" w:eastAsia="Times New Roman" w:hAnsi="Arial" w:cs="Times New Roman"/>
          <w:b/>
          <w:bCs/>
          <w:color w:val="008CA0"/>
          <w:sz w:val="32"/>
          <w:szCs w:val="32"/>
        </w:rPr>
        <w:t xml:space="preserve"> mit Wire</w:t>
      </w:r>
      <w:r w:rsidR="00AB257D" w:rsidRPr="003A4B4C">
        <w:rPr>
          <w:rFonts w:ascii="Arial" w:eastAsia="Times New Roman" w:hAnsi="Arial" w:cs="Times New Roman"/>
          <w:b/>
          <w:bCs/>
          <w:color w:val="008CA0"/>
          <w:sz w:val="32"/>
          <w:szCs w:val="32"/>
        </w:rPr>
        <w:t xml:space="preserve"> und ServiceNow</w:t>
      </w:r>
      <w:r w:rsidRPr="003A4B4C">
        <w:rPr>
          <w:rFonts w:ascii="Arial" w:eastAsia="Times New Roman" w:hAnsi="Arial" w:cs="Times New Roman"/>
          <w:b/>
          <w:bCs/>
          <w:color w:val="008CA0"/>
          <w:sz w:val="32"/>
          <w:szCs w:val="32"/>
        </w:rPr>
        <w:t xml:space="preserve"> und </w:t>
      </w:r>
      <w:r w:rsidR="00B55F11" w:rsidRPr="003A4B4C">
        <w:rPr>
          <w:rFonts w:ascii="Arial" w:eastAsia="Times New Roman" w:hAnsi="Arial" w:cs="Times New Roman"/>
          <w:b/>
          <w:bCs/>
          <w:color w:val="008CA0"/>
          <w:sz w:val="32"/>
          <w:szCs w:val="32"/>
        </w:rPr>
        <w:t>veröffentlichen Cyber Security Report</w:t>
      </w:r>
    </w:p>
    <w:p w14:paraId="47AE880C" w14:textId="5A02C843" w:rsidR="0046673E" w:rsidRDefault="0046673E" w:rsidP="00DE7339">
      <w:pPr>
        <w:pStyle w:val="Listenabsatz"/>
        <w:numPr>
          <w:ilvl w:val="0"/>
          <w:numId w:val="6"/>
        </w:numPr>
        <w:spacing w:after="120"/>
        <w:ind w:left="714" w:hanging="357"/>
        <w:contextualSpacing w:val="0"/>
        <w:rPr>
          <w:rFonts w:ascii="Arial" w:hAnsi="Arial" w:cs="Arial"/>
          <w:b/>
          <w:bCs/>
          <w:color w:val="008CA0"/>
        </w:rPr>
      </w:pPr>
      <w:r w:rsidRPr="003A4B4C">
        <w:rPr>
          <w:rFonts w:ascii="Arial" w:hAnsi="Arial" w:cs="Arial"/>
          <w:b/>
          <w:bCs/>
          <w:color w:val="008CA0"/>
        </w:rPr>
        <w:t>Veröffentlichung des Reports und Bekanntgabe der Partnerschaft</w:t>
      </w:r>
      <w:r w:rsidR="006A084D">
        <w:rPr>
          <w:rFonts w:ascii="Arial" w:hAnsi="Arial" w:cs="Arial"/>
          <w:b/>
          <w:bCs/>
          <w:color w:val="008CA0"/>
        </w:rPr>
        <w:t>en</w:t>
      </w:r>
      <w:r w:rsidRPr="003A4B4C">
        <w:rPr>
          <w:rFonts w:ascii="Arial" w:hAnsi="Arial" w:cs="Arial"/>
          <w:b/>
          <w:bCs/>
          <w:color w:val="008CA0"/>
        </w:rPr>
        <w:t xml:space="preserve"> im Rahmen der Cyber Security Conference by Schwarz mit Digitalminister </w:t>
      </w:r>
      <w:r w:rsidR="009E2FA1">
        <w:rPr>
          <w:rFonts w:ascii="Arial" w:hAnsi="Arial" w:cs="Arial"/>
          <w:b/>
          <w:bCs/>
          <w:color w:val="008CA0"/>
        </w:rPr>
        <w:t xml:space="preserve">Dr. </w:t>
      </w:r>
      <w:r w:rsidRPr="003A4B4C">
        <w:rPr>
          <w:rFonts w:ascii="Arial" w:hAnsi="Arial" w:cs="Arial"/>
          <w:b/>
          <w:bCs/>
          <w:color w:val="008CA0"/>
        </w:rPr>
        <w:t>Volker Wissing, Kanzleramtschef Wolfgang Schmidt, BSI</w:t>
      </w:r>
      <w:r w:rsidR="00973697">
        <w:rPr>
          <w:rFonts w:ascii="Arial" w:hAnsi="Arial" w:cs="Arial"/>
          <w:b/>
          <w:bCs/>
          <w:color w:val="008CA0"/>
        </w:rPr>
        <w:t>-</w:t>
      </w:r>
      <w:r w:rsidRPr="003A4B4C">
        <w:rPr>
          <w:rFonts w:ascii="Arial" w:hAnsi="Arial" w:cs="Arial"/>
          <w:b/>
          <w:bCs/>
          <w:color w:val="008CA0"/>
        </w:rPr>
        <w:t>Präsidentin Claudia Plattner und weiteren hochrangigen Teilnehmern</w:t>
      </w:r>
    </w:p>
    <w:p w14:paraId="1F9F9659" w14:textId="34316465" w:rsidR="002D18B7" w:rsidRPr="00C50282" w:rsidRDefault="00456D51" w:rsidP="00DE7339">
      <w:pPr>
        <w:pStyle w:val="Listenabsatz"/>
        <w:numPr>
          <w:ilvl w:val="0"/>
          <w:numId w:val="6"/>
        </w:numPr>
        <w:spacing w:after="120"/>
        <w:ind w:left="714" w:hanging="357"/>
        <w:contextualSpacing w:val="0"/>
        <w:rPr>
          <w:rFonts w:ascii="Arial" w:hAnsi="Arial" w:cs="Arial"/>
          <w:b/>
          <w:bCs/>
          <w:color w:val="008CA0"/>
        </w:rPr>
      </w:pPr>
      <w:r>
        <w:rPr>
          <w:rFonts w:ascii="Arial" w:hAnsi="Arial" w:cs="Arial"/>
          <w:b/>
          <w:bCs/>
          <w:color w:val="008CA0"/>
        </w:rPr>
        <w:t xml:space="preserve">400.000 fehlende </w:t>
      </w:r>
      <w:r w:rsidR="00726476">
        <w:rPr>
          <w:rFonts w:ascii="Arial" w:hAnsi="Arial" w:cs="Arial"/>
          <w:b/>
          <w:bCs/>
          <w:color w:val="008CA0"/>
        </w:rPr>
        <w:t>Fachkräfte</w:t>
      </w:r>
      <w:r w:rsidR="00B55F11" w:rsidRPr="003A4B4C">
        <w:rPr>
          <w:rFonts w:ascii="Arial" w:hAnsi="Arial" w:cs="Arial"/>
          <w:b/>
          <w:bCs/>
          <w:color w:val="008CA0"/>
        </w:rPr>
        <w:t xml:space="preserve"> und </w:t>
      </w:r>
      <w:r w:rsidR="00CA2DC3">
        <w:rPr>
          <w:rFonts w:ascii="Arial" w:hAnsi="Arial" w:cs="Arial"/>
          <w:b/>
          <w:bCs/>
          <w:color w:val="008CA0"/>
        </w:rPr>
        <w:t xml:space="preserve">im Schnitt </w:t>
      </w:r>
      <w:r w:rsidR="00B55F11" w:rsidRPr="003A4B4C">
        <w:rPr>
          <w:rFonts w:ascii="Arial" w:hAnsi="Arial" w:cs="Arial"/>
          <w:b/>
          <w:bCs/>
          <w:color w:val="008CA0"/>
        </w:rPr>
        <w:t>15.000 IT-S</w:t>
      </w:r>
      <w:r w:rsidR="00FE5BAC">
        <w:rPr>
          <w:rFonts w:ascii="Arial" w:hAnsi="Arial" w:cs="Arial"/>
          <w:b/>
          <w:bCs/>
          <w:color w:val="008CA0"/>
        </w:rPr>
        <w:t>icherheitslücken</w:t>
      </w:r>
      <w:r w:rsidR="00B55F11" w:rsidRPr="003A4B4C">
        <w:rPr>
          <w:rFonts w:ascii="Arial" w:hAnsi="Arial" w:cs="Arial"/>
          <w:b/>
          <w:bCs/>
          <w:color w:val="008CA0"/>
        </w:rPr>
        <w:t xml:space="preserve">: Cyber Security Report von Schwarz Digits identifiziert aktuelle Herausforderungen der </w:t>
      </w:r>
      <w:r w:rsidR="00B55F11" w:rsidRPr="00C50282">
        <w:rPr>
          <w:rFonts w:ascii="Arial" w:hAnsi="Arial" w:cs="Arial"/>
          <w:b/>
          <w:bCs/>
          <w:color w:val="008CA0"/>
        </w:rPr>
        <w:t>Cyber</w:t>
      </w:r>
      <w:r w:rsidR="00A53B60" w:rsidRPr="00C50282">
        <w:rPr>
          <w:rFonts w:ascii="Arial" w:hAnsi="Arial" w:cs="Arial"/>
          <w:b/>
          <w:bCs/>
          <w:color w:val="008CA0"/>
        </w:rPr>
        <w:t>s</w:t>
      </w:r>
      <w:r w:rsidR="00B55F11" w:rsidRPr="00C50282">
        <w:rPr>
          <w:rFonts w:ascii="Arial" w:hAnsi="Arial" w:cs="Arial"/>
          <w:b/>
          <w:bCs/>
          <w:color w:val="008CA0"/>
        </w:rPr>
        <w:t>icherheit und liefert Handlungsempfehlungen</w:t>
      </w:r>
    </w:p>
    <w:p w14:paraId="646AF266" w14:textId="4D31F7EF" w:rsidR="00DE7339" w:rsidRPr="00C50282" w:rsidRDefault="00DE7339" w:rsidP="00DE7339">
      <w:pPr>
        <w:pStyle w:val="Listenabsatz"/>
        <w:numPr>
          <w:ilvl w:val="0"/>
          <w:numId w:val="6"/>
        </w:numPr>
        <w:spacing w:after="120"/>
        <w:ind w:left="714" w:hanging="357"/>
        <w:contextualSpacing w:val="0"/>
        <w:rPr>
          <w:rFonts w:ascii="Arial" w:hAnsi="Arial" w:cs="Arial"/>
          <w:b/>
          <w:bCs/>
          <w:color w:val="008CA0"/>
        </w:rPr>
      </w:pPr>
      <w:r w:rsidRPr="00C50282">
        <w:rPr>
          <w:rFonts w:ascii="Arial" w:hAnsi="Arial" w:cs="Arial"/>
          <w:b/>
          <w:color w:val="008CA0"/>
        </w:rPr>
        <w:t xml:space="preserve">Die Unternehmen der Schwarz Gruppe und der Kommunikationsdienstleister Wire </w:t>
      </w:r>
      <w:r w:rsidR="00CE1AE7" w:rsidRPr="00C50282">
        <w:rPr>
          <w:rFonts w:ascii="Arial" w:hAnsi="Arial" w:cs="Arial"/>
          <w:b/>
          <w:color w:val="008CA0"/>
        </w:rPr>
        <w:t>gehen künftig gemeinsame Wege</w:t>
      </w:r>
      <w:r w:rsidR="00541594" w:rsidRPr="00C50282">
        <w:rPr>
          <w:rFonts w:ascii="Arial" w:hAnsi="Arial" w:cs="Arial"/>
          <w:b/>
          <w:color w:val="008CA0"/>
        </w:rPr>
        <w:t xml:space="preserve"> und</w:t>
      </w:r>
      <w:r w:rsidRPr="00C50282">
        <w:rPr>
          <w:rFonts w:ascii="Arial" w:hAnsi="Arial" w:cs="Arial"/>
          <w:b/>
          <w:color w:val="008CA0"/>
        </w:rPr>
        <w:t xml:space="preserve"> </w:t>
      </w:r>
      <w:r w:rsidR="00F13EF1" w:rsidRPr="00C50282">
        <w:rPr>
          <w:rFonts w:ascii="Arial" w:hAnsi="Arial" w:cs="Arial"/>
          <w:b/>
          <w:color w:val="008CA0"/>
        </w:rPr>
        <w:t>planen einen</w:t>
      </w:r>
      <w:r w:rsidRPr="00C50282">
        <w:rPr>
          <w:rFonts w:ascii="Arial" w:hAnsi="Arial" w:cs="Arial"/>
          <w:b/>
          <w:color w:val="008CA0"/>
        </w:rPr>
        <w:t xml:space="preserve"> Service für Unternehmen und Organisationen mit höchsten Sicherheitsansprüchen</w:t>
      </w:r>
    </w:p>
    <w:p w14:paraId="1BA7786C" w14:textId="55A7D530" w:rsidR="00AB257D" w:rsidRPr="003A4B4C" w:rsidRDefault="005257FE" w:rsidP="005C2132">
      <w:pPr>
        <w:pStyle w:val="Listenabsatz"/>
        <w:numPr>
          <w:ilvl w:val="0"/>
          <w:numId w:val="6"/>
        </w:numPr>
        <w:spacing w:after="240"/>
        <w:ind w:left="714" w:hanging="357"/>
        <w:contextualSpacing w:val="0"/>
        <w:rPr>
          <w:rFonts w:ascii="Arial" w:hAnsi="Arial" w:cs="Arial"/>
          <w:b/>
          <w:bCs/>
          <w:color w:val="44546A" w:themeColor="text2"/>
        </w:rPr>
      </w:pPr>
      <w:r w:rsidRPr="003A4B4C">
        <w:rPr>
          <w:rFonts w:ascii="Arial" w:hAnsi="Arial" w:cs="Arial"/>
          <w:b/>
          <w:bCs/>
          <w:color w:val="008CA0"/>
        </w:rPr>
        <w:t>XM Cyber</w:t>
      </w:r>
      <w:r w:rsidR="00B107BA" w:rsidRPr="003A4B4C">
        <w:rPr>
          <w:rFonts w:ascii="Arial" w:hAnsi="Arial" w:cs="Arial"/>
          <w:b/>
          <w:bCs/>
          <w:color w:val="008CA0"/>
        </w:rPr>
        <w:t xml:space="preserve"> </w:t>
      </w:r>
      <w:r w:rsidR="0056744B" w:rsidRPr="003A4B4C">
        <w:rPr>
          <w:rFonts w:ascii="Arial" w:hAnsi="Arial" w:cs="Arial"/>
          <w:b/>
          <w:bCs/>
          <w:color w:val="008CA0"/>
        </w:rPr>
        <w:t xml:space="preserve">und </w:t>
      </w:r>
      <w:r w:rsidR="0047226B">
        <w:rPr>
          <w:rFonts w:ascii="Arial" w:hAnsi="Arial" w:cs="Arial"/>
          <w:b/>
          <w:bCs/>
          <w:color w:val="008CA0"/>
        </w:rPr>
        <w:t>d</w:t>
      </w:r>
      <w:r w:rsidR="00E95600">
        <w:rPr>
          <w:rFonts w:ascii="Arial" w:hAnsi="Arial" w:cs="Arial"/>
          <w:b/>
          <w:bCs/>
          <w:color w:val="008CA0"/>
        </w:rPr>
        <w:t xml:space="preserve">as </w:t>
      </w:r>
      <w:r w:rsidR="0047226B">
        <w:rPr>
          <w:rFonts w:ascii="Arial" w:hAnsi="Arial" w:cs="Arial"/>
          <w:b/>
          <w:bCs/>
          <w:color w:val="008CA0"/>
        </w:rPr>
        <w:t xml:space="preserve">Tech-Unternehmen </w:t>
      </w:r>
      <w:r w:rsidR="0056744B" w:rsidRPr="003A4B4C">
        <w:rPr>
          <w:rFonts w:ascii="Arial" w:hAnsi="Arial" w:cs="Arial"/>
          <w:b/>
          <w:bCs/>
          <w:color w:val="008CA0"/>
        </w:rPr>
        <w:t xml:space="preserve">ServiceNow </w:t>
      </w:r>
      <w:r w:rsidR="00E95600">
        <w:rPr>
          <w:rFonts w:ascii="Arial" w:hAnsi="Arial" w:cs="Arial"/>
          <w:b/>
          <w:bCs/>
          <w:color w:val="008CA0"/>
        </w:rPr>
        <w:t>schließen eine s</w:t>
      </w:r>
      <w:r w:rsidR="00E95600" w:rsidRPr="003A4B4C">
        <w:rPr>
          <w:rFonts w:ascii="Arial" w:hAnsi="Arial" w:cs="Arial"/>
          <w:b/>
          <w:bCs/>
          <w:color w:val="008CA0"/>
        </w:rPr>
        <w:t xml:space="preserve">trategische Partnerschaft </w:t>
      </w:r>
      <w:r w:rsidR="0056744B" w:rsidRPr="003A4B4C">
        <w:rPr>
          <w:rFonts w:ascii="Arial" w:hAnsi="Arial" w:cs="Arial"/>
          <w:b/>
          <w:bCs/>
          <w:color w:val="008CA0"/>
        </w:rPr>
        <w:t>für gemeinsam integrierte Sicherheitslösung</w:t>
      </w:r>
      <w:r w:rsidR="00E95600">
        <w:rPr>
          <w:rFonts w:ascii="Arial" w:hAnsi="Arial" w:cs="Arial"/>
          <w:b/>
          <w:bCs/>
          <w:color w:val="008CA0"/>
        </w:rPr>
        <w:t>en</w:t>
      </w:r>
    </w:p>
    <w:p w14:paraId="0136806C" w14:textId="7086705B" w:rsidR="0046673E" w:rsidRDefault="007152E5" w:rsidP="00200403">
      <w:pPr>
        <w:spacing w:after="0" w:line="240" w:lineRule="auto"/>
        <w:jc w:val="both"/>
        <w:rPr>
          <w:rFonts w:ascii="Arial" w:hAnsi="Arial" w:cs="Arial"/>
        </w:rPr>
      </w:pPr>
      <w:r w:rsidRPr="003A4B4C">
        <w:rPr>
          <w:rFonts w:ascii="Arial" w:hAnsi="Arial" w:cs="Arial"/>
          <w:b/>
          <w:bCs/>
          <w:color w:val="008CA0"/>
        </w:rPr>
        <w:t xml:space="preserve">Neckarsulm, </w:t>
      </w:r>
      <w:r w:rsidR="00DE4BDD" w:rsidRPr="003A4B4C">
        <w:rPr>
          <w:rFonts w:ascii="Arial" w:hAnsi="Arial" w:cs="Arial"/>
          <w:b/>
          <w:bCs/>
          <w:color w:val="008CA0"/>
        </w:rPr>
        <w:t>11</w:t>
      </w:r>
      <w:r w:rsidRPr="003A4B4C">
        <w:rPr>
          <w:rFonts w:ascii="Arial" w:hAnsi="Arial" w:cs="Arial"/>
          <w:b/>
          <w:bCs/>
          <w:color w:val="008CA0"/>
        </w:rPr>
        <w:t xml:space="preserve">. </w:t>
      </w:r>
      <w:r w:rsidR="00DE4BDD" w:rsidRPr="003A4B4C">
        <w:rPr>
          <w:rFonts w:ascii="Arial" w:hAnsi="Arial" w:cs="Arial"/>
          <w:b/>
          <w:bCs/>
          <w:color w:val="008CA0"/>
        </w:rPr>
        <w:t>April</w:t>
      </w:r>
      <w:r w:rsidRPr="003A4B4C">
        <w:rPr>
          <w:rFonts w:ascii="Arial" w:hAnsi="Arial" w:cs="Arial"/>
          <w:b/>
          <w:bCs/>
          <w:color w:val="008CA0"/>
        </w:rPr>
        <w:t xml:space="preserve"> 202</w:t>
      </w:r>
      <w:r w:rsidR="00DE4BDD" w:rsidRPr="003A4B4C">
        <w:rPr>
          <w:rFonts w:ascii="Arial" w:hAnsi="Arial" w:cs="Arial"/>
          <w:b/>
          <w:bCs/>
          <w:color w:val="008CA0"/>
        </w:rPr>
        <w:t>4</w:t>
      </w:r>
      <w:r w:rsidRPr="003A4B4C">
        <w:rPr>
          <w:rFonts w:ascii="Arial" w:hAnsi="Arial" w:cs="Arial"/>
          <w:b/>
          <w:bCs/>
          <w:color w:val="008CA0"/>
        </w:rPr>
        <w:t xml:space="preserve"> –</w:t>
      </w:r>
      <w:r w:rsidR="00975A35">
        <w:rPr>
          <w:rFonts w:ascii="Arial" w:hAnsi="Arial" w:cs="Arial"/>
        </w:rPr>
        <w:t xml:space="preserve"> </w:t>
      </w:r>
      <w:r w:rsidR="007F2328">
        <w:rPr>
          <w:rFonts w:ascii="Arial" w:hAnsi="Arial" w:cs="Arial"/>
        </w:rPr>
        <w:t xml:space="preserve">Am 10. und 11. April </w:t>
      </w:r>
      <w:r w:rsidR="0039224D">
        <w:rPr>
          <w:rFonts w:ascii="Arial" w:hAnsi="Arial" w:cs="Arial"/>
        </w:rPr>
        <w:t xml:space="preserve">kamen </w:t>
      </w:r>
      <w:r w:rsidR="00CD37AC">
        <w:rPr>
          <w:rFonts w:ascii="Arial" w:hAnsi="Arial" w:cs="Arial"/>
        </w:rPr>
        <w:t xml:space="preserve">bei der Cyber Security Conference by Schwarz </w:t>
      </w:r>
      <w:r w:rsidR="0039224D">
        <w:rPr>
          <w:rFonts w:ascii="Arial" w:hAnsi="Arial" w:cs="Arial"/>
        </w:rPr>
        <w:t>120 Unternehmenslenker</w:t>
      </w:r>
      <w:r w:rsidR="00A22A5B">
        <w:rPr>
          <w:rFonts w:ascii="Arial" w:hAnsi="Arial" w:cs="Arial"/>
        </w:rPr>
        <w:t xml:space="preserve"> und</w:t>
      </w:r>
      <w:r w:rsidR="0039224D">
        <w:rPr>
          <w:rFonts w:ascii="Arial" w:hAnsi="Arial" w:cs="Arial"/>
        </w:rPr>
        <w:t xml:space="preserve"> </w:t>
      </w:r>
      <w:r w:rsidR="0039224D" w:rsidRPr="00957353">
        <w:rPr>
          <w:rFonts w:ascii="Arial" w:hAnsi="Arial" w:cs="Arial"/>
        </w:rPr>
        <w:t>renommierte Experten aus Wirtschaft, Politik</w:t>
      </w:r>
      <w:r w:rsidR="00F16E4C">
        <w:rPr>
          <w:rFonts w:ascii="Arial" w:hAnsi="Arial" w:cs="Arial"/>
        </w:rPr>
        <w:t>, Medien</w:t>
      </w:r>
      <w:r w:rsidR="0039224D" w:rsidRPr="00957353">
        <w:rPr>
          <w:rFonts w:ascii="Arial" w:hAnsi="Arial" w:cs="Arial"/>
        </w:rPr>
        <w:t xml:space="preserve"> und dem öffentlichen Sektor</w:t>
      </w:r>
      <w:r w:rsidR="0039224D">
        <w:rPr>
          <w:rFonts w:ascii="Arial" w:hAnsi="Arial" w:cs="Arial"/>
        </w:rPr>
        <w:t xml:space="preserve"> zusammen, </w:t>
      </w:r>
      <w:r w:rsidR="00A435CC" w:rsidRPr="00A435CC">
        <w:rPr>
          <w:rFonts w:ascii="Arial" w:hAnsi="Arial" w:cs="Arial"/>
        </w:rPr>
        <w:t xml:space="preserve">um </w:t>
      </w:r>
      <w:r w:rsidR="00C65DD6">
        <w:rPr>
          <w:rFonts w:ascii="Arial" w:hAnsi="Arial" w:cs="Arial"/>
        </w:rPr>
        <w:t xml:space="preserve">gemeinsam </w:t>
      </w:r>
      <w:r w:rsidR="00A435CC" w:rsidRPr="00A435CC">
        <w:rPr>
          <w:rFonts w:ascii="Arial" w:hAnsi="Arial" w:cs="Arial"/>
        </w:rPr>
        <w:t xml:space="preserve">Strategien </w:t>
      </w:r>
      <w:r w:rsidR="00344AA7">
        <w:rPr>
          <w:rFonts w:ascii="Arial" w:hAnsi="Arial" w:cs="Arial"/>
        </w:rPr>
        <w:t>für</w:t>
      </w:r>
      <w:r w:rsidR="00A435CC" w:rsidRPr="00A435CC">
        <w:rPr>
          <w:rFonts w:ascii="Arial" w:hAnsi="Arial" w:cs="Arial"/>
        </w:rPr>
        <w:t xml:space="preserve"> eine </w:t>
      </w:r>
      <w:r w:rsidR="00F16E4C">
        <w:rPr>
          <w:rFonts w:ascii="Arial" w:hAnsi="Arial" w:cs="Arial"/>
        </w:rPr>
        <w:t xml:space="preserve">der </w:t>
      </w:r>
      <w:r w:rsidR="00A435CC" w:rsidRPr="00A435CC">
        <w:rPr>
          <w:rFonts w:ascii="Arial" w:hAnsi="Arial" w:cs="Arial"/>
        </w:rPr>
        <w:t>größten Herausforderung</w:t>
      </w:r>
      <w:r w:rsidR="00A12E3E">
        <w:rPr>
          <w:rFonts w:ascii="Arial" w:hAnsi="Arial" w:cs="Arial"/>
        </w:rPr>
        <w:t>en</w:t>
      </w:r>
      <w:r w:rsidR="00A435CC" w:rsidRPr="00A435CC">
        <w:rPr>
          <w:rFonts w:ascii="Arial" w:hAnsi="Arial" w:cs="Arial"/>
        </w:rPr>
        <w:t xml:space="preserve"> für die Sicherheit in Deutschland </w:t>
      </w:r>
      <w:r w:rsidR="00344AA7">
        <w:rPr>
          <w:rFonts w:ascii="Arial" w:hAnsi="Arial" w:cs="Arial"/>
        </w:rPr>
        <w:t xml:space="preserve">zu </w:t>
      </w:r>
      <w:r w:rsidR="002620C5">
        <w:rPr>
          <w:rFonts w:ascii="Arial" w:hAnsi="Arial" w:cs="Arial"/>
        </w:rPr>
        <w:t>entwickeln</w:t>
      </w:r>
      <w:r w:rsidR="00622F1C">
        <w:rPr>
          <w:rFonts w:ascii="Arial" w:hAnsi="Arial" w:cs="Arial"/>
        </w:rPr>
        <w:t>:</w:t>
      </w:r>
      <w:r w:rsidR="00A12E3E">
        <w:rPr>
          <w:rFonts w:ascii="Arial" w:hAnsi="Arial" w:cs="Arial"/>
        </w:rPr>
        <w:t xml:space="preserve"> </w:t>
      </w:r>
      <w:r w:rsidR="00334E59" w:rsidRPr="003A4B4C">
        <w:rPr>
          <w:rFonts w:ascii="Arial" w:hAnsi="Arial" w:cs="Arial"/>
        </w:rPr>
        <w:t xml:space="preserve">Cyberkriminelle verursachten </w:t>
      </w:r>
      <w:r w:rsidR="008579ED" w:rsidRPr="003A4B4C">
        <w:rPr>
          <w:rFonts w:ascii="Arial" w:hAnsi="Arial" w:cs="Arial"/>
        </w:rPr>
        <w:t>206 Milliarden Euro an</w:t>
      </w:r>
      <w:r w:rsidR="008579ED" w:rsidRPr="003A4B4C">
        <w:rPr>
          <w:rFonts w:ascii="Arial" w:hAnsi="Arial" w:cs="Arial"/>
          <w:b/>
          <w:bCs/>
          <w:color w:val="44546A" w:themeColor="text2"/>
        </w:rPr>
        <w:t xml:space="preserve"> </w:t>
      </w:r>
      <w:r w:rsidR="008579ED" w:rsidRPr="003A4B4C">
        <w:rPr>
          <w:rFonts w:ascii="Arial" w:hAnsi="Arial" w:cs="Arial"/>
        </w:rPr>
        <w:t>g</w:t>
      </w:r>
      <w:r w:rsidR="00430804" w:rsidRPr="003A4B4C">
        <w:rPr>
          <w:rFonts w:ascii="Arial" w:hAnsi="Arial" w:cs="Arial"/>
        </w:rPr>
        <w:t xml:space="preserve">eschätzten Gesamtschäden </w:t>
      </w:r>
      <w:r w:rsidR="008579ED" w:rsidRPr="003A4B4C">
        <w:rPr>
          <w:rFonts w:ascii="Arial" w:hAnsi="Arial" w:cs="Arial"/>
        </w:rPr>
        <w:t>im Jahr 2023</w:t>
      </w:r>
      <w:r w:rsidR="00A462EC" w:rsidRPr="003A4B4C">
        <w:rPr>
          <w:rFonts w:ascii="Arial" w:hAnsi="Arial" w:cs="Arial"/>
        </w:rPr>
        <w:t xml:space="preserve">. </w:t>
      </w:r>
      <w:r w:rsidR="006318A0" w:rsidRPr="003A4B4C">
        <w:rPr>
          <w:rFonts w:ascii="Arial" w:hAnsi="Arial" w:cs="Arial"/>
        </w:rPr>
        <w:t>Im Vergleich dazu</w:t>
      </w:r>
      <w:r w:rsidR="00C7079C" w:rsidRPr="003A4B4C">
        <w:rPr>
          <w:rFonts w:ascii="Arial" w:hAnsi="Arial" w:cs="Arial"/>
        </w:rPr>
        <w:t xml:space="preserve"> betrugen</w:t>
      </w:r>
      <w:r w:rsidR="006318A0" w:rsidRPr="003A4B4C">
        <w:rPr>
          <w:rFonts w:ascii="Arial" w:hAnsi="Arial" w:cs="Arial"/>
        </w:rPr>
        <w:t xml:space="preserve"> </w:t>
      </w:r>
      <w:r w:rsidR="00955722" w:rsidRPr="003A4B4C">
        <w:rPr>
          <w:rFonts w:ascii="Arial" w:hAnsi="Arial" w:cs="Arial"/>
        </w:rPr>
        <w:t>die</w:t>
      </w:r>
      <w:r w:rsidR="003210E9" w:rsidRPr="003A4B4C">
        <w:rPr>
          <w:rFonts w:ascii="Arial" w:hAnsi="Arial" w:cs="Arial"/>
        </w:rPr>
        <w:t xml:space="preserve"> Schäden durch Naturkatastrophen </w:t>
      </w:r>
      <w:r w:rsidR="00336AD0" w:rsidRPr="003A4B4C">
        <w:rPr>
          <w:rFonts w:ascii="Arial" w:hAnsi="Arial" w:cs="Arial"/>
        </w:rPr>
        <w:t>230 Milliarden Euro.</w:t>
      </w:r>
      <w:r w:rsidR="0000752D" w:rsidRPr="003A4B4C">
        <w:rPr>
          <w:rFonts w:ascii="Arial" w:hAnsi="Arial" w:cs="Arial"/>
        </w:rPr>
        <w:t xml:space="preserve"> </w:t>
      </w:r>
      <w:r w:rsidR="00E70666" w:rsidRPr="003A4B4C">
        <w:rPr>
          <w:rFonts w:ascii="Arial" w:hAnsi="Arial" w:cs="Arial"/>
        </w:rPr>
        <w:t xml:space="preserve">Geopolitische Verwerfungen und </w:t>
      </w:r>
      <w:r w:rsidR="00D260F7" w:rsidRPr="003A4B4C">
        <w:rPr>
          <w:rFonts w:ascii="Arial" w:hAnsi="Arial" w:cs="Arial"/>
        </w:rPr>
        <w:t xml:space="preserve">die rasanten </w:t>
      </w:r>
      <w:r w:rsidR="00A91000" w:rsidRPr="003A4B4C">
        <w:rPr>
          <w:rFonts w:ascii="Arial" w:hAnsi="Arial" w:cs="Arial"/>
        </w:rPr>
        <w:t xml:space="preserve">Entwicklungen bei </w:t>
      </w:r>
      <w:r w:rsidR="00D260F7" w:rsidRPr="003A4B4C">
        <w:rPr>
          <w:rFonts w:ascii="Arial" w:hAnsi="Arial" w:cs="Arial"/>
        </w:rPr>
        <w:t>k</w:t>
      </w:r>
      <w:r w:rsidR="00A91000" w:rsidRPr="003A4B4C">
        <w:rPr>
          <w:rFonts w:ascii="Arial" w:hAnsi="Arial" w:cs="Arial"/>
        </w:rPr>
        <w:t xml:space="preserve">ünstlicher Intelligenz </w:t>
      </w:r>
      <w:r w:rsidR="00D04438" w:rsidRPr="003A4B4C">
        <w:rPr>
          <w:rFonts w:ascii="Arial" w:hAnsi="Arial" w:cs="Arial"/>
        </w:rPr>
        <w:t>führ</w:t>
      </w:r>
      <w:r w:rsidR="008579ED" w:rsidRPr="003A4B4C">
        <w:rPr>
          <w:rFonts w:ascii="Arial" w:hAnsi="Arial" w:cs="Arial"/>
        </w:rPr>
        <w:t>t</w:t>
      </w:r>
      <w:r w:rsidR="00D04438" w:rsidRPr="003A4B4C">
        <w:rPr>
          <w:rFonts w:ascii="Arial" w:hAnsi="Arial" w:cs="Arial"/>
        </w:rPr>
        <w:t>en zu einem weiteren Anstieg</w:t>
      </w:r>
      <w:r w:rsidR="009B51E5" w:rsidRPr="003A4B4C">
        <w:rPr>
          <w:rFonts w:ascii="Arial" w:hAnsi="Arial" w:cs="Arial"/>
        </w:rPr>
        <w:t xml:space="preserve"> </w:t>
      </w:r>
      <w:r w:rsidR="00CC5EE9" w:rsidRPr="003A4B4C">
        <w:rPr>
          <w:rFonts w:ascii="Arial" w:hAnsi="Arial" w:cs="Arial"/>
        </w:rPr>
        <w:t>von</w:t>
      </w:r>
      <w:r w:rsidR="009B51E5" w:rsidRPr="003A4B4C">
        <w:rPr>
          <w:rFonts w:ascii="Arial" w:hAnsi="Arial" w:cs="Arial"/>
        </w:rPr>
        <w:t xml:space="preserve"> </w:t>
      </w:r>
      <w:r w:rsidR="008579ED" w:rsidRPr="003A4B4C">
        <w:rPr>
          <w:rFonts w:ascii="Arial" w:hAnsi="Arial" w:cs="Arial"/>
        </w:rPr>
        <w:t>Cyber</w:t>
      </w:r>
      <w:r w:rsidR="003B072A">
        <w:rPr>
          <w:rFonts w:ascii="Arial" w:hAnsi="Arial" w:cs="Arial"/>
        </w:rPr>
        <w:t>a</w:t>
      </w:r>
      <w:r w:rsidR="009B51E5" w:rsidRPr="003A4B4C">
        <w:rPr>
          <w:rFonts w:ascii="Arial" w:hAnsi="Arial" w:cs="Arial"/>
        </w:rPr>
        <w:t>ngriffen</w:t>
      </w:r>
      <w:r w:rsidR="00D04438" w:rsidRPr="003A4B4C">
        <w:rPr>
          <w:rFonts w:ascii="Arial" w:hAnsi="Arial" w:cs="Arial"/>
        </w:rPr>
        <w:t xml:space="preserve">. </w:t>
      </w:r>
      <w:r w:rsidR="009B51E5" w:rsidRPr="003A4B4C">
        <w:rPr>
          <w:rFonts w:ascii="Arial" w:hAnsi="Arial" w:cs="Arial"/>
        </w:rPr>
        <w:t>Angreifer</w:t>
      </w:r>
      <w:r w:rsidR="005632D3" w:rsidRPr="003A4B4C">
        <w:rPr>
          <w:rFonts w:ascii="Arial" w:hAnsi="Arial" w:cs="Arial"/>
        </w:rPr>
        <w:t xml:space="preserve"> gelangen </w:t>
      </w:r>
      <w:r w:rsidR="000C2F19">
        <w:rPr>
          <w:rFonts w:ascii="Arial" w:hAnsi="Arial" w:cs="Arial"/>
        </w:rPr>
        <w:t xml:space="preserve">beispielsweise </w:t>
      </w:r>
      <w:r w:rsidR="00334E59" w:rsidRPr="003A4B4C">
        <w:rPr>
          <w:rFonts w:ascii="Arial" w:hAnsi="Arial" w:cs="Arial"/>
        </w:rPr>
        <w:t xml:space="preserve">durch </w:t>
      </w:r>
      <w:r w:rsidR="00397929">
        <w:rPr>
          <w:rFonts w:ascii="Arial" w:hAnsi="Arial" w:cs="Arial"/>
        </w:rPr>
        <w:t>Sicherheitslücken in Kommunikationsmitteln</w:t>
      </w:r>
      <w:r w:rsidR="008579ED" w:rsidRPr="003A4B4C">
        <w:rPr>
          <w:rFonts w:ascii="Arial" w:hAnsi="Arial" w:cs="Arial"/>
        </w:rPr>
        <w:t xml:space="preserve"> </w:t>
      </w:r>
      <w:r w:rsidR="005632D3" w:rsidRPr="003A4B4C">
        <w:rPr>
          <w:rFonts w:ascii="Arial" w:hAnsi="Arial" w:cs="Arial"/>
        </w:rPr>
        <w:t xml:space="preserve">an </w:t>
      </w:r>
      <w:r w:rsidR="00D64C0B" w:rsidRPr="003A4B4C">
        <w:rPr>
          <w:rFonts w:ascii="Arial" w:hAnsi="Arial" w:cs="Arial"/>
        </w:rPr>
        <w:t>Firmengeheimnisse</w:t>
      </w:r>
      <w:r w:rsidR="005632D3" w:rsidRPr="003A4B4C">
        <w:rPr>
          <w:rFonts w:ascii="Arial" w:hAnsi="Arial" w:cs="Arial"/>
        </w:rPr>
        <w:t xml:space="preserve"> </w:t>
      </w:r>
      <w:r w:rsidR="009B51E5" w:rsidRPr="003A4B4C">
        <w:rPr>
          <w:rFonts w:ascii="Arial" w:hAnsi="Arial" w:cs="Arial"/>
        </w:rPr>
        <w:t>oder</w:t>
      </w:r>
      <w:r w:rsidR="005632D3" w:rsidRPr="003A4B4C">
        <w:rPr>
          <w:rFonts w:ascii="Arial" w:hAnsi="Arial" w:cs="Arial"/>
        </w:rPr>
        <w:t xml:space="preserve"> </w:t>
      </w:r>
      <w:r w:rsidR="006F06C8" w:rsidRPr="003A4B4C">
        <w:rPr>
          <w:rFonts w:ascii="Arial" w:hAnsi="Arial" w:cs="Arial"/>
        </w:rPr>
        <w:t>sensible Daten, die</w:t>
      </w:r>
      <w:r w:rsidR="005632D3" w:rsidRPr="003A4B4C">
        <w:rPr>
          <w:rFonts w:ascii="Arial" w:hAnsi="Arial" w:cs="Arial"/>
        </w:rPr>
        <w:t xml:space="preserve"> </w:t>
      </w:r>
      <w:r w:rsidR="002518C0" w:rsidRPr="003A4B4C">
        <w:rPr>
          <w:rFonts w:ascii="Arial" w:hAnsi="Arial" w:cs="Arial"/>
        </w:rPr>
        <w:t>sie für weitere Angriffe nutzen können</w:t>
      </w:r>
      <w:r w:rsidR="006F06C8" w:rsidRPr="003A4B4C">
        <w:rPr>
          <w:rFonts w:ascii="Arial" w:hAnsi="Arial" w:cs="Arial"/>
        </w:rPr>
        <w:t>.</w:t>
      </w:r>
    </w:p>
    <w:p w14:paraId="5988B06C" w14:textId="56C8A1A3" w:rsidR="00737ACD" w:rsidRPr="003A4B4C" w:rsidRDefault="00737ACD" w:rsidP="00200403">
      <w:pPr>
        <w:spacing w:after="0" w:line="240" w:lineRule="auto"/>
        <w:jc w:val="both"/>
        <w:rPr>
          <w:rFonts w:ascii="Arial" w:hAnsi="Arial" w:cs="Arial"/>
        </w:rPr>
      </w:pPr>
      <w:r w:rsidRPr="003A4B4C">
        <w:rPr>
          <w:rFonts w:ascii="Arial" w:hAnsi="Arial" w:cs="Arial"/>
        </w:rPr>
        <w:t xml:space="preserve">Künstliche Intelligenz </w:t>
      </w:r>
      <w:r w:rsidR="00605092">
        <w:rPr>
          <w:rFonts w:ascii="Arial" w:hAnsi="Arial" w:cs="Arial"/>
        </w:rPr>
        <w:t xml:space="preserve">verschärft diese </w:t>
      </w:r>
      <w:r w:rsidR="004412AE">
        <w:rPr>
          <w:rFonts w:ascii="Arial" w:hAnsi="Arial" w:cs="Arial"/>
        </w:rPr>
        <w:t>Bedrohung</w:t>
      </w:r>
      <w:r w:rsidR="00605092">
        <w:rPr>
          <w:rFonts w:ascii="Arial" w:hAnsi="Arial" w:cs="Arial"/>
        </w:rPr>
        <w:t>, weil sie</w:t>
      </w:r>
      <w:r w:rsidRPr="003A4B4C">
        <w:rPr>
          <w:rFonts w:ascii="Arial" w:hAnsi="Arial" w:cs="Arial"/>
        </w:rPr>
        <w:t xml:space="preserve"> </w:t>
      </w:r>
      <w:r w:rsidR="00EB6781">
        <w:rPr>
          <w:rFonts w:ascii="Arial" w:hAnsi="Arial" w:cs="Arial"/>
        </w:rPr>
        <w:t xml:space="preserve">beispielsweise </w:t>
      </w:r>
      <w:r w:rsidRPr="003A4B4C">
        <w:rPr>
          <w:rFonts w:ascii="Arial" w:hAnsi="Arial" w:cs="Arial"/>
        </w:rPr>
        <w:t xml:space="preserve">Deepfakes deutlich verbessert und damit neue Möglichkeiten </w:t>
      </w:r>
      <w:r w:rsidR="00A629FA">
        <w:rPr>
          <w:rFonts w:ascii="Arial" w:hAnsi="Arial" w:cs="Arial"/>
        </w:rPr>
        <w:t>schafft</w:t>
      </w:r>
      <w:r w:rsidRPr="003A4B4C">
        <w:rPr>
          <w:rFonts w:ascii="Arial" w:hAnsi="Arial" w:cs="Arial"/>
        </w:rPr>
        <w:t>, gestohlene Identitäten für Cyber</w:t>
      </w:r>
      <w:r>
        <w:rPr>
          <w:rFonts w:ascii="Arial" w:hAnsi="Arial" w:cs="Arial"/>
        </w:rPr>
        <w:t>a</w:t>
      </w:r>
      <w:r w:rsidRPr="003A4B4C">
        <w:rPr>
          <w:rFonts w:ascii="Arial" w:hAnsi="Arial" w:cs="Arial"/>
        </w:rPr>
        <w:t>ngriffe oder gezielte Desinformation zu nutzen.</w:t>
      </w:r>
    </w:p>
    <w:p w14:paraId="32621863" w14:textId="481D8785" w:rsidR="0046673E" w:rsidRDefault="00F75373" w:rsidP="00200403">
      <w:pPr>
        <w:spacing w:after="0" w:line="240" w:lineRule="auto"/>
        <w:jc w:val="both"/>
        <w:rPr>
          <w:rFonts w:ascii="Arial" w:hAnsi="Arial" w:cs="Arial"/>
        </w:rPr>
      </w:pPr>
      <w:r>
        <w:rPr>
          <w:rFonts w:ascii="Arial" w:hAnsi="Arial" w:cs="Arial"/>
        </w:rPr>
        <w:t>„</w:t>
      </w:r>
      <w:r w:rsidRPr="00F75373">
        <w:rPr>
          <w:rFonts w:ascii="Arial" w:hAnsi="Arial" w:cs="Arial"/>
        </w:rPr>
        <w:t xml:space="preserve">Die Kommunikation mit Instantmessengern ist längst Teil unseres Arbeitsalltags geworden“, so </w:t>
      </w:r>
      <w:r w:rsidRPr="00A629FA">
        <w:rPr>
          <w:rFonts w:ascii="Arial" w:hAnsi="Arial" w:cs="Arial"/>
          <w:b/>
        </w:rPr>
        <w:t>Dr. Volker Wissing, Bundesminister</w:t>
      </w:r>
      <w:r w:rsidRPr="00A629FA">
        <w:rPr>
          <w:rFonts w:ascii="Arial" w:hAnsi="Arial" w:cs="Arial"/>
        </w:rPr>
        <w:t xml:space="preserve"> </w:t>
      </w:r>
      <w:r w:rsidRPr="00A629FA">
        <w:rPr>
          <w:rFonts w:ascii="Arial" w:hAnsi="Arial" w:cs="Arial"/>
          <w:b/>
        </w:rPr>
        <w:t>für Digitales und Verkehr</w:t>
      </w:r>
      <w:r w:rsidRPr="00F75373">
        <w:rPr>
          <w:rFonts w:ascii="Arial" w:hAnsi="Arial" w:cs="Arial"/>
        </w:rPr>
        <w:t xml:space="preserve"> bei der Cyber Security Conference. „Dabei müssen sich Unternehmen und Organisationen der öffentlichen Hand, aber auch jeder Bürger bewusst machen, dass ungesicherte Kommunikation ein großes Risiko für unsere Gesellschaft darstell</w:t>
      </w:r>
      <w:r w:rsidR="00C92DC4">
        <w:rPr>
          <w:rFonts w:ascii="Arial" w:hAnsi="Arial" w:cs="Arial"/>
        </w:rPr>
        <w:t>t</w:t>
      </w:r>
      <w:r w:rsidRPr="00F75373">
        <w:rPr>
          <w:rFonts w:ascii="Arial" w:hAnsi="Arial" w:cs="Arial"/>
        </w:rPr>
        <w:t>. Um Kommunikation umfassender zu schützen, werden wir ein Recht auf Ende-zu-Ende-Verschlüsselung in Messenger-Diensten gesetzlich verankern.</w:t>
      </w:r>
      <w:r>
        <w:rPr>
          <w:rFonts w:ascii="Arial" w:hAnsi="Arial" w:cs="Arial"/>
        </w:rPr>
        <w:t>“</w:t>
      </w:r>
    </w:p>
    <w:p w14:paraId="538BDD7F" w14:textId="770319A3" w:rsidR="0046673E" w:rsidRPr="003A4B4C" w:rsidRDefault="0046673E" w:rsidP="00D33E77">
      <w:pPr>
        <w:spacing w:before="120" w:after="120" w:line="240" w:lineRule="auto"/>
        <w:jc w:val="both"/>
        <w:rPr>
          <w:rFonts w:ascii="Arial" w:hAnsi="Arial" w:cs="Arial"/>
        </w:rPr>
      </w:pPr>
      <w:r w:rsidRPr="003A4B4C">
        <w:rPr>
          <w:rFonts w:ascii="Arial" w:hAnsi="Arial" w:cs="Arial"/>
          <w:b/>
          <w:color w:val="008CA0"/>
        </w:rPr>
        <w:t>Cyber Security Conference und Report betonen Wichtigkeit von digitaler Souveränität</w:t>
      </w:r>
    </w:p>
    <w:p w14:paraId="4934CBEA" w14:textId="4FD2DE8C" w:rsidR="0046673E" w:rsidRPr="003A4B4C" w:rsidRDefault="0046673E" w:rsidP="0046673E">
      <w:pPr>
        <w:spacing w:after="0" w:line="240" w:lineRule="auto"/>
        <w:jc w:val="both"/>
        <w:rPr>
          <w:rFonts w:ascii="Arial" w:hAnsi="Arial" w:cs="Arial"/>
        </w:rPr>
      </w:pPr>
      <w:r w:rsidRPr="003A4B4C">
        <w:rPr>
          <w:rFonts w:ascii="Arial" w:hAnsi="Arial" w:cs="Arial"/>
        </w:rPr>
        <w:t xml:space="preserve">An der Konferenz nahmen </w:t>
      </w:r>
      <w:r w:rsidR="00D17BDB">
        <w:rPr>
          <w:rFonts w:ascii="Arial" w:hAnsi="Arial" w:cs="Arial"/>
        </w:rPr>
        <w:t>neben</w:t>
      </w:r>
      <w:r w:rsidRPr="003A4B4C">
        <w:rPr>
          <w:rFonts w:ascii="Arial" w:hAnsi="Arial" w:cs="Arial"/>
        </w:rPr>
        <w:t xml:space="preserve"> Dr. Volker Wissing </w:t>
      </w:r>
      <w:r w:rsidR="004871CF">
        <w:rPr>
          <w:rFonts w:ascii="Arial" w:hAnsi="Arial" w:cs="Arial"/>
        </w:rPr>
        <w:t xml:space="preserve">auch </w:t>
      </w:r>
      <w:r w:rsidRPr="003A4B4C">
        <w:rPr>
          <w:rFonts w:ascii="Arial" w:hAnsi="Arial" w:cs="Arial"/>
        </w:rPr>
        <w:t>Kanzleramtschef Wolfgang Schmidt, die Präsidentin des BSI Claudia Plattner sowie</w:t>
      </w:r>
      <w:r w:rsidR="007C55E4">
        <w:rPr>
          <w:rFonts w:ascii="Arial" w:hAnsi="Arial" w:cs="Arial"/>
          <w:color w:val="212121"/>
        </w:rPr>
        <w:t xml:space="preserve"> </w:t>
      </w:r>
      <w:r w:rsidR="007B33CB">
        <w:rPr>
          <w:rFonts w:ascii="Arial" w:hAnsi="Arial" w:cs="Arial"/>
          <w:color w:val="212121"/>
        </w:rPr>
        <w:t xml:space="preserve">der </w:t>
      </w:r>
      <w:r w:rsidR="007C55E4">
        <w:rPr>
          <w:rFonts w:ascii="Arial" w:hAnsi="Arial" w:cs="Arial"/>
          <w:color w:val="212121"/>
        </w:rPr>
        <w:t>Unternehmer und ehemalige ukrainische Box-Weltmeister Dr. Wladimir Klitschko teil</w:t>
      </w:r>
      <w:r w:rsidRPr="003A4B4C">
        <w:rPr>
          <w:rFonts w:ascii="Arial" w:hAnsi="Arial" w:cs="Arial"/>
        </w:rPr>
        <w:t>.</w:t>
      </w:r>
    </w:p>
    <w:p w14:paraId="4D7E4CE1" w14:textId="77777777" w:rsidR="00A629FA" w:rsidRDefault="0046673E" w:rsidP="0046673E">
      <w:pPr>
        <w:spacing w:after="0" w:line="240" w:lineRule="auto"/>
        <w:jc w:val="both"/>
        <w:rPr>
          <w:rFonts w:ascii="Arial" w:hAnsi="Arial" w:cs="Arial"/>
        </w:rPr>
      </w:pPr>
      <w:r w:rsidRPr="003A4B4C">
        <w:rPr>
          <w:rFonts w:ascii="Arial" w:hAnsi="Arial" w:cs="Arial"/>
        </w:rPr>
        <w:t>„Cyber</w:t>
      </w:r>
      <w:r w:rsidR="00A53B60">
        <w:rPr>
          <w:rFonts w:ascii="Arial" w:hAnsi="Arial" w:cs="Arial"/>
        </w:rPr>
        <w:t>s</w:t>
      </w:r>
      <w:r w:rsidRPr="003A4B4C">
        <w:rPr>
          <w:rFonts w:ascii="Arial" w:hAnsi="Arial" w:cs="Arial"/>
        </w:rPr>
        <w:t xml:space="preserve">abotage, Erpressung und Desinformation sind nicht erst seit dem russischen Angriffskrieg gegen die Ukraine allgegenwärtig“, </w:t>
      </w:r>
      <w:r w:rsidRPr="007B33CB">
        <w:rPr>
          <w:rFonts w:ascii="Arial" w:hAnsi="Arial" w:cs="Arial"/>
        </w:rPr>
        <w:t xml:space="preserve">so </w:t>
      </w:r>
      <w:r w:rsidR="007B33CB" w:rsidRPr="005855DB">
        <w:rPr>
          <w:rFonts w:ascii="Arial" w:hAnsi="Arial" w:cs="Arial"/>
          <w:b/>
        </w:rPr>
        <w:t xml:space="preserve">Dr. </w:t>
      </w:r>
      <w:r w:rsidRPr="005855DB">
        <w:rPr>
          <w:rFonts w:ascii="Arial" w:hAnsi="Arial" w:cs="Arial"/>
          <w:b/>
        </w:rPr>
        <w:t>Wladimir Klitschko</w:t>
      </w:r>
      <w:r w:rsidRPr="007B33CB">
        <w:rPr>
          <w:rFonts w:ascii="Arial" w:hAnsi="Arial" w:cs="Arial"/>
        </w:rPr>
        <w:t>. „</w:t>
      </w:r>
      <w:r w:rsidRPr="003A4B4C">
        <w:rPr>
          <w:rFonts w:ascii="Arial" w:hAnsi="Arial" w:cs="Arial"/>
        </w:rPr>
        <w:t xml:space="preserve">Die freie Welt muss sich </w:t>
      </w:r>
      <w:r w:rsidR="0090732B">
        <w:rPr>
          <w:rFonts w:ascii="Arial" w:hAnsi="Arial" w:cs="Arial"/>
        </w:rPr>
        <w:t>dieser Entwicklung</w:t>
      </w:r>
      <w:r w:rsidRPr="003A4B4C">
        <w:rPr>
          <w:rFonts w:ascii="Arial" w:hAnsi="Arial" w:cs="Arial"/>
        </w:rPr>
        <w:t xml:space="preserve"> </w:t>
      </w:r>
      <w:r w:rsidR="0090732B">
        <w:rPr>
          <w:rFonts w:ascii="Arial" w:hAnsi="Arial" w:cs="Arial"/>
        </w:rPr>
        <w:t>vehement</w:t>
      </w:r>
      <w:r w:rsidRPr="003A4B4C">
        <w:rPr>
          <w:rFonts w:ascii="Arial" w:hAnsi="Arial" w:cs="Arial"/>
        </w:rPr>
        <w:t xml:space="preserve"> entgegenstellen. Events wie </w:t>
      </w:r>
      <w:r w:rsidR="002631AD">
        <w:rPr>
          <w:rFonts w:ascii="Arial" w:hAnsi="Arial" w:cs="Arial"/>
        </w:rPr>
        <w:t>die Cyber Security Conference by Schwarz</w:t>
      </w:r>
      <w:r w:rsidRPr="003A4B4C">
        <w:rPr>
          <w:rFonts w:ascii="Arial" w:hAnsi="Arial" w:cs="Arial"/>
        </w:rPr>
        <w:t xml:space="preserve"> sind ein wichtiges Format, um die Aufmerksamkeit zu erhöhen und zu zeigen, wie kritisch die Lage tatsächlich ist.“</w:t>
      </w:r>
    </w:p>
    <w:p w14:paraId="23F3A16B" w14:textId="1E5211B7" w:rsidR="0046673E" w:rsidRPr="003A4B4C" w:rsidRDefault="0046673E" w:rsidP="0046673E">
      <w:pPr>
        <w:spacing w:after="0" w:line="240" w:lineRule="auto"/>
        <w:jc w:val="both"/>
        <w:rPr>
          <w:rFonts w:ascii="Arial" w:hAnsi="Arial" w:cs="Arial"/>
        </w:rPr>
      </w:pPr>
      <w:r w:rsidRPr="003A4B4C">
        <w:rPr>
          <w:rFonts w:ascii="Arial" w:hAnsi="Arial" w:cs="Arial"/>
        </w:rPr>
        <w:lastRenderedPageBreak/>
        <w:t>Weltweit ist jedes zehnte Unternehmen von Ransomware-Angriffen betroffen, die Hälfte der weltweiten DDoS-Angriffe steht im Kontext des Russland-Ukraine-Konflikts. Dazu gehörten auch IT-Überlastungsangriffe auf deutsche Infrastruktur</w:t>
      </w:r>
      <w:r w:rsidR="0002501A">
        <w:rPr>
          <w:rFonts w:ascii="Arial" w:hAnsi="Arial" w:cs="Arial"/>
        </w:rPr>
        <w:t>,</w:t>
      </w:r>
      <w:r w:rsidRPr="003A4B4C">
        <w:rPr>
          <w:rFonts w:ascii="Arial" w:hAnsi="Arial" w:cs="Arial"/>
        </w:rPr>
        <w:t xml:space="preserve"> wie Flughäfen und Behörden. Der im Rahmen der Konferenz veröffentlichte Cyber Security Report von Schwarz Digits stellt die aktuelle Lage anschaulich und verständlich dar und gibt konkrete Handlungsempfehlungen.</w:t>
      </w:r>
    </w:p>
    <w:p w14:paraId="5664E470" w14:textId="6C66D42E" w:rsidR="00904E66" w:rsidRPr="003A4B4C" w:rsidRDefault="0046673E" w:rsidP="00A629FA">
      <w:pPr>
        <w:spacing w:after="0"/>
        <w:jc w:val="both"/>
        <w:rPr>
          <w:rFonts w:ascii="Arial" w:hAnsi="Arial" w:cs="Arial"/>
        </w:rPr>
      </w:pPr>
      <w:r w:rsidRPr="003A4B4C">
        <w:rPr>
          <w:rFonts w:ascii="Arial" w:hAnsi="Arial" w:cs="Arial"/>
        </w:rPr>
        <w:t>Neben den steigenden Herausforderungen durch den Einsatz künstlicher Intelligenz beleuchtet der diesjährige Report die Auswirkungen des Fachkräftemangels im Bereich Cybersicherheit sowie die psychischen Folgen eines Cyberangriffs.</w:t>
      </w:r>
    </w:p>
    <w:p w14:paraId="65A91516" w14:textId="371DCA2B" w:rsidR="008A721B" w:rsidRPr="003A4B4C" w:rsidRDefault="006318A0" w:rsidP="00A629FA">
      <w:pPr>
        <w:spacing w:before="120" w:after="120"/>
        <w:rPr>
          <w:rFonts w:ascii="Arial" w:hAnsi="Arial" w:cs="Arial"/>
          <w:b/>
          <w:color w:val="008CA0"/>
        </w:rPr>
      </w:pPr>
      <w:r w:rsidRPr="003A4B4C">
        <w:rPr>
          <w:rFonts w:ascii="Arial" w:hAnsi="Arial" w:cs="Arial"/>
          <w:b/>
          <w:color w:val="008CA0"/>
        </w:rPr>
        <w:t xml:space="preserve">Einzigartige Sicherheitsstandards durch </w:t>
      </w:r>
      <w:r w:rsidR="00CC3ED6" w:rsidRPr="003A4B4C">
        <w:rPr>
          <w:rFonts w:ascii="Arial" w:hAnsi="Arial" w:cs="Arial"/>
          <w:b/>
          <w:color w:val="008CA0"/>
        </w:rPr>
        <w:t xml:space="preserve">gemeinsame Lösung mit </w:t>
      </w:r>
      <w:r w:rsidR="007B5A74" w:rsidRPr="003A4B4C">
        <w:rPr>
          <w:rFonts w:ascii="Arial" w:hAnsi="Arial" w:cs="Arial"/>
          <w:b/>
          <w:color w:val="008CA0"/>
        </w:rPr>
        <w:t>Wire</w:t>
      </w:r>
    </w:p>
    <w:p w14:paraId="56BF5DD3" w14:textId="1968B3A5" w:rsidR="008A721B" w:rsidRPr="007E14F1" w:rsidRDefault="006318A0" w:rsidP="00A25482">
      <w:pPr>
        <w:spacing w:after="0" w:line="240" w:lineRule="auto"/>
        <w:jc w:val="both"/>
        <w:rPr>
          <w:rFonts w:ascii="Arial" w:hAnsi="Arial" w:cs="Arial"/>
        </w:rPr>
      </w:pPr>
      <w:r w:rsidRPr="007E14F1">
        <w:rPr>
          <w:rFonts w:ascii="Arial" w:hAnsi="Arial" w:cs="Arial"/>
        </w:rPr>
        <w:t>„</w:t>
      </w:r>
      <w:r w:rsidR="00911DCA" w:rsidRPr="007E14F1">
        <w:rPr>
          <w:rFonts w:ascii="Arial" w:hAnsi="Arial" w:cs="Arial"/>
        </w:rPr>
        <w:t>S</w:t>
      </w:r>
      <w:r w:rsidRPr="007E14F1">
        <w:rPr>
          <w:rFonts w:ascii="Arial" w:hAnsi="Arial" w:cs="Arial"/>
        </w:rPr>
        <w:t>ichere</w:t>
      </w:r>
      <w:r w:rsidR="008A721B" w:rsidRPr="007E14F1">
        <w:rPr>
          <w:rFonts w:ascii="Arial" w:hAnsi="Arial" w:cs="Arial"/>
        </w:rPr>
        <w:t xml:space="preserve">, </w:t>
      </w:r>
      <w:r w:rsidR="00D260F7" w:rsidRPr="007E14F1">
        <w:rPr>
          <w:rFonts w:ascii="Arial" w:hAnsi="Arial" w:cs="Arial"/>
        </w:rPr>
        <w:t xml:space="preserve">zuverlässige </w:t>
      </w:r>
      <w:r w:rsidR="008A721B" w:rsidRPr="007E14F1">
        <w:rPr>
          <w:rFonts w:ascii="Arial" w:hAnsi="Arial" w:cs="Arial"/>
        </w:rPr>
        <w:t xml:space="preserve">und </w:t>
      </w:r>
      <w:r w:rsidR="00D260F7" w:rsidRPr="007E14F1">
        <w:rPr>
          <w:rFonts w:ascii="Arial" w:hAnsi="Arial" w:cs="Arial"/>
        </w:rPr>
        <w:t>be</w:t>
      </w:r>
      <w:r w:rsidR="008A721B" w:rsidRPr="007E14F1">
        <w:rPr>
          <w:rFonts w:ascii="Arial" w:hAnsi="Arial" w:cs="Arial"/>
        </w:rPr>
        <w:t xml:space="preserve">nutzerfreundliche </w:t>
      </w:r>
      <w:r w:rsidRPr="007E14F1">
        <w:rPr>
          <w:rFonts w:ascii="Arial" w:hAnsi="Arial" w:cs="Arial"/>
        </w:rPr>
        <w:t xml:space="preserve">Kommunikation </w:t>
      </w:r>
      <w:r w:rsidR="006A2467" w:rsidRPr="007E14F1">
        <w:rPr>
          <w:rFonts w:ascii="Arial" w:hAnsi="Arial" w:cs="Arial"/>
        </w:rPr>
        <w:t xml:space="preserve">ist </w:t>
      </w:r>
      <w:r w:rsidR="00A25482" w:rsidRPr="007E14F1">
        <w:rPr>
          <w:rFonts w:ascii="Arial" w:hAnsi="Arial" w:cs="Arial"/>
        </w:rPr>
        <w:t xml:space="preserve">unverzichtbar für jedes </w:t>
      </w:r>
      <w:r w:rsidR="006A2467" w:rsidRPr="007E14F1">
        <w:rPr>
          <w:rFonts w:ascii="Arial" w:hAnsi="Arial" w:cs="Arial"/>
        </w:rPr>
        <w:t xml:space="preserve">erfolgreiche </w:t>
      </w:r>
      <w:r w:rsidR="00A25482" w:rsidRPr="007E14F1">
        <w:rPr>
          <w:rFonts w:ascii="Arial" w:hAnsi="Arial" w:cs="Arial"/>
        </w:rPr>
        <w:t xml:space="preserve">Unternehmen“, </w:t>
      </w:r>
      <w:r w:rsidR="00773997" w:rsidRPr="007E14F1">
        <w:rPr>
          <w:rFonts w:ascii="Arial" w:hAnsi="Arial" w:cs="Arial"/>
        </w:rPr>
        <w:t xml:space="preserve">betont </w:t>
      </w:r>
      <w:r w:rsidR="00A25482" w:rsidRPr="007E14F1">
        <w:rPr>
          <w:rFonts w:ascii="Arial" w:hAnsi="Arial" w:cs="Arial"/>
          <w:b/>
        </w:rPr>
        <w:t>Christian Müller</w:t>
      </w:r>
      <w:r w:rsidR="00A25482" w:rsidRPr="00A629FA">
        <w:rPr>
          <w:rFonts w:ascii="Arial" w:hAnsi="Arial" w:cs="Arial"/>
          <w:b/>
        </w:rPr>
        <w:t xml:space="preserve">, Co-CEO </w:t>
      </w:r>
      <w:r w:rsidR="003871C9">
        <w:rPr>
          <w:rFonts w:ascii="Arial" w:hAnsi="Arial" w:cs="Arial"/>
          <w:b/>
        </w:rPr>
        <w:t>von</w:t>
      </w:r>
      <w:r w:rsidR="00A25482" w:rsidRPr="00A629FA">
        <w:rPr>
          <w:rFonts w:ascii="Arial" w:hAnsi="Arial" w:cs="Arial"/>
          <w:b/>
        </w:rPr>
        <w:t xml:space="preserve"> Schwarz Digits</w:t>
      </w:r>
      <w:r w:rsidR="00A25482" w:rsidRPr="007E14F1">
        <w:rPr>
          <w:rFonts w:ascii="Arial" w:hAnsi="Arial" w:cs="Arial"/>
        </w:rPr>
        <w:t>, der IT- und Digitalsparte der Schwarz Gruppe. „Wir sind deshalb sehr glücklich, mit Wire einen Partner gefunden zu haben, der einzigartige</w:t>
      </w:r>
      <w:r w:rsidR="007E14F1" w:rsidRPr="007E14F1">
        <w:rPr>
          <w:rFonts w:ascii="Arial" w:hAnsi="Arial" w:cs="Arial"/>
        </w:rPr>
        <w:t xml:space="preserve"> und zertifizierte</w:t>
      </w:r>
      <w:r w:rsidR="00A25482" w:rsidRPr="007E14F1">
        <w:rPr>
          <w:rFonts w:ascii="Arial" w:hAnsi="Arial" w:cs="Arial"/>
        </w:rPr>
        <w:t xml:space="preserve"> Sicherheitsstandards </w:t>
      </w:r>
      <w:r w:rsidR="00D260F7" w:rsidRPr="007E14F1">
        <w:rPr>
          <w:rFonts w:ascii="Arial" w:hAnsi="Arial" w:cs="Arial"/>
        </w:rPr>
        <w:t>bietet</w:t>
      </w:r>
      <w:r w:rsidR="00334E59" w:rsidRPr="007E14F1">
        <w:rPr>
          <w:rFonts w:ascii="Arial" w:hAnsi="Arial" w:cs="Arial"/>
        </w:rPr>
        <w:t xml:space="preserve">, </w:t>
      </w:r>
      <w:r w:rsidR="008A721B" w:rsidRPr="007E14F1">
        <w:rPr>
          <w:rFonts w:ascii="Arial" w:hAnsi="Arial" w:cs="Arial"/>
        </w:rPr>
        <w:t xml:space="preserve">ohne </w:t>
      </w:r>
      <w:r w:rsidR="00D260F7" w:rsidRPr="007E14F1">
        <w:rPr>
          <w:rFonts w:ascii="Arial" w:hAnsi="Arial" w:cs="Arial"/>
        </w:rPr>
        <w:t>Kompromisse</w:t>
      </w:r>
      <w:r w:rsidR="0055412F" w:rsidRPr="007E14F1">
        <w:rPr>
          <w:rFonts w:ascii="Arial" w:hAnsi="Arial" w:cs="Arial"/>
        </w:rPr>
        <w:t xml:space="preserve"> </w:t>
      </w:r>
      <w:r w:rsidR="008A721B" w:rsidRPr="007E14F1">
        <w:rPr>
          <w:rFonts w:ascii="Arial" w:hAnsi="Arial" w:cs="Arial"/>
        </w:rPr>
        <w:t>bei der Funktionalität</w:t>
      </w:r>
      <w:r w:rsidR="00A25482" w:rsidRPr="007E14F1">
        <w:rPr>
          <w:rFonts w:ascii="Arial" w:hAnsi="Arial" w:cs="Arial"/>
        </w:rPr>
        <w:t>.“</w:t>
      </w:r>
    </w:p>
    <w:p w14:paraId="6675846B" w14:textId="25F108A2" w:rsidR="006318A0" w:rsidRPr="007E14F1" w:rsidRDefault="00130617" w:rsidP="00A25482">
      <w:pPr>
        <w:spacing w:after="0" w:line="240" w:lineRule="auto"/>
        <w:jc w:val="both"/>
        <w:rPr>
          <w:rFonts w:ascii="Arial" w:hAnsi="Arial" w:cs="Arial"/>
        </w:rPr>
      </w:pPr>
      <w:r w:rsidRPr="007E14F1">
        <w:rPr>
          <w:rFonts w:ascii="Arial" w:hAnsi="Arial" w:cs="Arial"/>
        </w:rPr>
        <w:t>Wire ermöglicht eine</w:t>
      </w:r>
      <w:r w:rsidR="00A25482" w:rsidRPr="007E14F1">
        <w:rPr>
          <w:rFonts w:ascii="Arial" w:hAnsi="Arial" w:cs="Arial"/>
        </w:rPr>
        <w:t xml:space="preserve"> </w:t>
      </w:r>
      <w:r w:rsidR="006318A0" w:rsidRPr="007E14F1">
        <w:rPr>
          <w:rFonts w:ascii="Arial" w:hAnsi="Arial" w:cs="Arial"/>
        </w:rPr>
        <w:t>Ende-zu-Ende</w:t>
      </w:r>
      <w:r w:rsidR="008E42F9" w:rsidRPr="007E14F1">
        <w:rPr>
          <w:rFonts w:ascii="Arial" w:hAnsi="Arial" w:cs="Arial"/>
        </w:rPr>
        <w:t>-</w:t>
      </w:r>
      <w:r w:rsidR="006318A0" w:rsidRPr="007E14F1">
        <w:rPr>
          <w:rFonts w:ascii="Arial" w:hAnsi="Arial" w:cs="Arial"/>
        </w:rPr>
        <w:t>Verschlüsselung aller Daten direkt auf dem Endgerät</w:t>
      </w:r>
      <w:r w:rsidR="00A25482" w:rsidRPr="007E14F1">
        <w:rPr>
          <w:rFonts w:ascii="Arial" w:hAnsi="Arial" w:cs="Arial"/>
        </w:rPr>
        <w:t xml:space="preserve"> und </w:t>
      </w:r>
      <w:r w:rsidRPr="007E14F1">
        <w:rPr>
          <w:rFonts w:ascii="Arial" w:hAnsi="Arial" w:cs="Arial"/>
        </w:rPr>
        <w:t xml:space="preserve">basiert auf dem </w:t>
      </w:r>
      <w:r w:rsidR="006318A0" w:rsidRPr="007E14F1">
        <w:rPr>
          <w:rFonts w:ascii="Arial" w:hAnsi="Arial" w:cs="Arial"/>
        </w:rPr>
        <w:t>weltweit erste</w:t>
      </w:r>
      <w:r w:rsidRPr="007E14F1">
        <w:rPr>
          <w:rFonts w:ascii="Arial" w:hAnsi="Arial" w:cs="Arial"/>
        </w:rPr>
        <w:t>n</w:t>
      </w:r>
      <w:r w:rsidR="006318A0" w:rsidRPr="007E14F1">
        <w:rPr>
          <w:rFonts w:ascii="Arial" w:hAnsi="Arial" w:cs="Arial"/>
        </w:rPr>
        <w:t xml:space="preserve"> offene</w:t>
      </w:r>
      <w:r w:rsidRPr="007E14F1">
        <w:rPr>
          <w:rFonts w:ascii="Arial" w:hAnsi="Arial" w:cs="Arial"/>
        </w:rPr>
        <w:t>n</w:t>
      </w:r>
      <w:r w:rsidR="006318A0" w:rsidRPr="007E14F1">
        <w:rPr>
          <w:rFonts w:ascii="Arial" w:hAnsi="Arial" w:cs="Arial"/>
        </w:rPr>
        <w:t xml:space="preserve"> Protokoll für Ende-zu-Ende verschlüsselte Echtzeitkommunikation („Messag</w:t>
      </w:r>
      <w:r w:rsidR="00AC23CF" w:rsidRPr="007E14F1">
        <w:rPr>
          <w:rFonts w:ascii="Arial" w:hAnsi="Arial" w:cs="Arial"/>
        </w:rPr>
        <w:t>ing</w:t>
      </w:r>
      <w:r w:rsidR="006318A0" w:rsidRPr="007E14F1">
        <w:rPr>
          <w:rFonts w:ascii="Arial" w:hAnsi="Arial" w:cs="Arial"/>
        </w:rPr>
        <w:t xml:space="preserve"> Layer </w:t>
      </w:r>
      <w:r w:rsidR="00A25482" w:rsidRPr="007E14F1">
        <w:rPr>
          <w:rFonts w:ascii="Arial" w:hAnsi="Arial" w:cs="Arial"/>
        </w:rPr>
        <w:t>Security</w:t>
      </w:r>
      <w:r w:rsidR="006318A0" w:rsidRPr="007E14F1">
        <w:rPr>
          <w:rFonts w:ascii="Arial" w:hAnsi="Arial" w:cs="Arial"/>
        </w:rPr>
        <w:t>“)</w:t>
      </w:r>
      <w:r w:rsidR="00AC23CF" w:rsidRPr="007E14F1">
        <w:rPr>
          <w:rFonts w:ascii="Arial" w:hAnsi="Arial" w:cs="Arial"/>
        </w:rPr>
        <w:t>, welches das Unternehmen maßgeblich mitentwickelt hat.</w:t>
      </w:r>
    </w:p>
    <w:p w14:paraId="28D6AD33" w14:textId="24F0807C" w:rsidR="00AB257D" w:rsidRPr="003A4B4C" w:rsidRDefault="00AE4264" w:rsidP="00A25482">
      <w:pPr>
        <w:spacing w:after="0" w:line="240" w:lineRule="auto"/>
        <w:jc w:val="both"/>
        <w:rPr>
          <w:rFonts w:ascii="Arial" w:hAnsi="Arial" w:cs="Arial"/>
        </w:rPr>
      </w:pPr>
      <w:r w:rsidRPr="007E14F1">
        <w:rPr>
          <w:rFonts w:ascii="Arial" w:hAnsi="Arial" w:cs="Arial"/>
        </w:rPr>
        <w:t xml:space="preserve">Außerdem ist </w:t>
      </w:r>
      <w:r w:rsidR="00A25482" w:rsidRPr="007E14F1">
        <w:rPr>
          <w:rFonts w:ascii="Arial" w:hAnsi="Arial" w:cs="Arial"/>
        </w:rPr>
        <w:t>Wire DSGVO</w:t>
      </w:r>
      <w:r w:rsidR="00734DAB" w:rsidRPr="007E14F1">
        <w:rPr>
          <w:rFonts w:ascii="Arial" w:hAnsi="Arial" w:cs="Arial"/>
        </w:rPr>
        <w:t>-</w:t>
      </w:r>
      <w:r w:rsidR="00334E59" w:rsidRPr="007E14F1">
        <w:rPr>
          <w:rFonts w:ascii="Arial" w:hAnsi="Arial" w:cs="Arial"/>
        </w:rPr>
        <w:t xml:space="preserve">konform und </w:t>
      </w:r>
      <w:r w:rsidR="00AC23CF" w:rsidRPr="007E14F1">
        <w:rPr>
          <w:rFonts w:ascii="Arial" w:hAnsi="Arial" w:cs="Arial"/>
        </w:rPr>
        <w:t>unterstütz</w:t>
      </w:r>
      <w:r w:rsidRPr="007E14F1">
        <w:rPr>
          <w:rFonts w:ascii="Arial" w:hAnsi="Arial" w:cs="Arial"/>
        </w:rPr>
        <w:t>t</w:t>
      </w:r>
      <w:r w:rsidR="004A3C22" w:rsidRPr="007E14F1">
        <w:rPr>
          <w:rFonts w:ascii="Arial" w:hAnsi="Arial" w:cs="Arial"/>
        </w:rPr>
        <w:t xml:space="preserve"> </w:t>
      </w:r>
      <w:r w:rsidR="00334E59" w:rsidRPr="007E14F1">
        <w:rPr>
          <w:rFonts w:ascii="Arial" w:hAnsi="Arial" w:cs="Arial"/>
        </w:rPr>
        <w:t>Unternehmen</w:t>
      </w:r>
      <w:r w:rsidR="00AC23CF" w:rsidRPr="007E14F1">
        <w:rPr>
          <w:rFonts w:ascii="Arial" w:hAnsi="Arial" w:cs="Arial"/>
        </w:rPr>
        <w:t xml:space="preserve"> dabei</w:t>
      </w:r>
      <w:r w:rsidR="00334E59" w:rsidRPr="007E14F1">
        <w:rPr>
          <w:rFonts w:ascii="Arial" w:hAnsi="Arial" w:cs="Arial"/>
        </w:rPr>
        <w:t xml:space="preserve">, </w:t>
      </w:r>
      <w:r w:rsidR="00A25482" w:rsidRPr="007E14F1">
        <w:rPr>
          <w:rFonts w:ascii="Arial" w:hAnsi="Arial" w:cs="Arial"/>
        </w:rPr>
        <w:t>NIS2</w:t>
      </w:r>
      <w:r w:rsidR="00734DAB" w:rsidRPr="007E14F1">
        <w:rPr>
          <w:rFonts w:ascii="Arial" w:hAnsi="Arial" w:cs="Arial"/>
        </w:rPr>
        <w:t>-</w:t>
      </w:r>
      <w:r w:rsidR="004A3C22" w:rsidRPr="007E14F1">
        <w:rPr>
          <w:rFonts w:ascii="Arial" w:hAnsi="Arial" w:cs="Arial"/>
        </w:rPr>
        <w:t>Vorgaben zu erfüllen</w:t>
      </w:r>
      <w:r w:rsidR="00334E59" w:rsidRPr="007E14F1">
        <w:rPr>
          <w:rFonts w:ascii="Arial" w:hAnsi="Arial" w:cs="Arial"/>
        </w:rPr>
        <w:t xml:space="preserve">. </w:t>
      </w:r>
      <w:r w:rsidR="003E7D20" w:rsidRPr="007E14F1">
        <w:rPr>
          <w:rFonts w:ascii="Arial" w:hAnsi="Arial" w:cs="Arial"/>
        </w:rPr>
        <w:t>„</w:t>
      </w:r>
      <w:r w:rsidR="004E4CE3" w:rsidRPr="007E14F1">
        <w:rPr>
          <w:rFonts w:ascii="Arial" w:hAnsi="Arial" w:cs="Arial"/>
        </w:rPr>
        <w:t xml:space="preserve">Wire </w:t>
      </w:r>
      <w:r w:rsidR="006A05C8" w:rsidRPr="007E14F1">
        <w:rPr>
          <w:rFonts w:ascii="Arial" w:hAnsi="Arial" w:cs="Arial"/>
        </w:rPr>
        <w:t xml:space="preserve">ist </w:t>
      </w:r>
      <w:r w:rsidR="008A721B" w:rsidRPr="007E14F1">
        <w:rPr>
          <w:rFonts w:ascii="Arial" w:hAnsi="Arial" w:cs="Arial"/>
        </w:rPr>
        <w:t>d</w:t>
      </w:r>
      <w:r w:rsidR="00130617" w:rsidRPr="007E14F1">
        <w:rPr>
          <w:rFonts w:ascii="Arial" w:hAnsi="Arial" w:cs="Arial"/>
        </w:rPr>
        <w:t xml:space="preserve">er einzige Messenger mit einer Freigabeempfehlung für die Kommunikation von </w:t>
      </w:r>
      <w:r w:rsidR="00AC23CF" w:rsidRPr="007E14F1">
        <w:rPr>
          <w:rFonts w:ascii="Arial" w:hAnsi="Arial" w:cs="Arial"/>
        </w:rPr>
        <w:t>‚</w:t>
      </w:r>
      <w:r w:rsidR="00130617" w:rsidRPr="007E14F1">
        <w:rPr>
          <w:rFonts w:ascii="Arial" w:hAnsi="Arial" w:cs="Arial"/>
        </w:rPr>
        <w:t>Verschlusssachen</w:t>
      </w:r>
      <w:r w:rsidR="00AC23CF" w:rsidRPr="007E14F1">
        <w:rPr>
          <w:rFonts w:ascii="Arial" w:hAnsi="Arial" w:cs="Arial"/>
        </w:rPr>
        <w:t xml:space="preserve"> </w:t>
      </w:r>
      <w:r w:rsidR="006A05C8" w:rsidRPr="007E14F1">
        <w:rPr>
          <w:rFonts w:ascii="Arial" w:hAnsi="Arial" w:cs="Arial"/>
        </w:rPr>
        <w:t>–</w:t>
      </w:r>
      <w:r w:rsidR="00AC23CF" w:rsidRPr="007E14F1">
        <w:rPr>
          <w:rFonts w:ascii="Arial" w:hAnsi="Arial" w:cs="Arial"/>
        </w:rPr>
        <w:t xml:space="preserve"> Nur für den Dienstgebrauch‘</w:t>
      </w:r>
      <w:r w:rsidR="00130617" w:rsidRPr="007E14F1">
        <w:rPr>
          <w:rFonts w:ascii="Arial" w:hAnsi="Arial" w:cs="Arial"/>
        </w:rPr>
        <w:t xml:space="preserve"> durch das Bundesamt für Sicherheit in der Informationstech</w:t>
      </w:r>
      <w:r w:rsidR="00F47DED" w:rsidRPr="007E14F1">
        <w:rPr>
          <w:rFonts w:ascii="Arial" w:hAnsi="Arial" w:cs="Arial"/>
        </w:rPr>
        <w:t>nik</w:t>
      </w:r>
      <w:r w:rsidR="0055412F" w:rsidRPr="007E14F1">
        <w:rPr>
          <w:rFonts w:ascii="Arial" w:hAnsi="Arial" w:cs="Arial"/>
        </w:rPr>
        <w:t xml:space="preserve"> (BSI)</w:t>
      </w:r>
      <w:r w:rsidR="00130617" w:rsidRPr="007E14F1">
        <w:rPr>
          <w:rFonts w:ascii="Arial" w:hAnsi="Arial" w:cs="Arial"/>
        </w:rPr>
        <w:t xml:space="preserve">“, </w:t>
      </w:r>
      <w:r w:rsidR="00A25482" w:rsidRPr="007E14F1">
        <w:rPr>
          <w:rFonts w:ascii="Arial" w:hAnsi="Arial" w:cs="Arial"/>
        </w:rPr>
        <w:t xml:space="preserve">ergänzt </w:t>
      </w:r>
      <w:r w:rsidR="00A25482" w:rsidRPr="007E14F1">
        <w:rPr>
          <w:rFonts w:ascii="Arial" w:hAnsi="Arial" w:cs="Arial"/>
          <w:b/>
        </w:rPr>
        <w:t>Rolf Schumann</w:t>
      </w:r>
      <w:r w:rsidR="00A25482" w:rsidRPr="00A629FA">
        <w:rPr>
          <w:rFonts w:ascii="Arial" w:hAnsi="Arial" w:cs="Arial"/>
          <w:b/>
        </w:rPr>
        <w:t xml:space="preserve">, Co-CEO </w:t>
      </w:r>
      <w:r w:rsidR="003871C9">
        <w:rPr>
          <w:rFonts w:ascii="Arial" w:hAnsi="Arial" w:cs="Arial"/>
          <w:b/>
        </w:rPr>
        <w:t>von</w:t>
      </w:r>
      <w:r w:rsidR="00A25482" w:rsidRPr="00A629FA">
        <w:rPr>
          <w:rFonts w:ascii="Arial" w:hAnsi="Arial" w:cs="Arial"/>
          <w:b/>
        </w:rPr>
        <w:t xml:space="preserve"> Schwarz Digits</w:t>
      </w:r>
      <w:r w:rsidR="00A25482" w:rsidRPr="007E14F1">
        <w:rPr>
          <w:rFonts w:ascii="Arial" w:hAnsi="Arial" w:cs="Arial"/>
        </w:rPr>
        <w:t>. „</w:t>
      </w:r>
      <w:r w:rsidR="00130617" w:rsidRPr="007E14F1">
        <w:rPr>
          <w:rFonts w:ascii="Arial" w:hAnsi="Arial" w:cs="Arial"/>
        </w:rPr>
        <w:t>Das Herz</w:t>
      </w:r>
      <w:r w:rsidR="00D260F7" w:rsidRPr="007E14F1">
        <w:rPr>
          <w:rFonts w:ascii="Arial" w:hAnsi="Arial" w:cs="Arial"/>
        </w:rPr>
        <w:t>stück</w:t>
      </w:r>
      <w:r w:rsidR="00130617" w:rsidRPr="007E14F1">
        <w:rPr>
          <w:rFonts w:ascii="Arial" w:hAnsi="Arial" w:cs="Arial"/>
        </w:rPr>
        <w:t xml:space="preserve"> </w:t>
      </w:r>
      <w:r w:rsidR="00AC23CF" w:rsidRPr="007E14F1">
        <w:rPr>
          <w:rFonts w:ascii="Arial" w:hAnsi="Arial" w:cs="Arial"/>
        </w:rPr>
        <w:t>der</w:t>
      </w:r>
      <w:r w:rsidR="00130617" w:rsidRPr="007E14F1">
        <w:rPr>
          <w:rFonts w:ascii="Arial" w:hAnsi="Arial" w:cs="Arial"/>
        </w:rPr>
        <w:t xml:space="preserve"> </w:t>
      </w:r>
      <w:r w:rsidR="00AC23CF" w:rsidRPr="007E14F1">
        <w:rPr>
          <w:rFonts w:ascii="Arial" w:hAnsi="Arial" w:cs="Arial"/>
        </w:rPr>
        <w:t xml:space="preserve">wirtschaftlichen </w:t>
      </w:r>
      <w:r w:rsidR="00130617" w:rsidRPr="007E14F1">
        <w:rPr>
          <w:rFonts w:ascii="Arial" w:hAnsi="Arial" w:cs="Arial"/>
        </w:rPr>
        <w:t xml:space="preserve">Wertschöpfung in Europa ist </w:t>
      </w:r>
      <w:r w:rsidR="00AC23CF" w:rsidRPr="007E14F1">
        <w:rPr>
          <w:rFonts w:ascii="Arial" w:hAnsi="Arial" w:cs="Arial"/>
        </w:rPr>
        <w:t>die</w:t>
      </w:r>
      <w:r w:rsidR="00130617" w:rsidRPr="007E14F1">
        <w:rPr>
          <w:rFonts w:ascii="Arial" w:hAnsi="Arial" w:cs="Arial"/>
        </w:rPr>
        <w:t xml:space="preserve"> Innovationskraft und </w:t>
      </w:r>
      <w:r w:rsidR="00AC23CF" w:rsidRPr="007E14F1">
        <w:rPr>
          <w:rFonts w:ascii="Arial" w:hAnsi="Arial" w:cs="Arial"/>
        </w:rPr>
        <w:t>das</w:t>
      </w:r>
      <w:r w:rsidR="00130617" w:rsidRPr="007E14F1">
        <w:rPr>
          <w:rFonts w:ascii="Arial" w:hAnsi="Arial" w:cs="Arial"/>
        </w:rPr>
        <w:t xml:space="preserve"> technische Knowhow. Wir dürfen diesen Vorsprung nicht aus der Hand geben, indem wir unsere Kommunikation über unsichere Kanäle laufen lassen.</w:t>
      </w:r>
      <w:r w:rsidR="00A25482" w:rsidRPr="007E14F1">
        <w:rPr>
          <w:rFonts w:ascii="Arial" w:hAnsi="Arial" w:cs="Arial"/>
        </w:rPr>
        <w:t>“</w:t>
      </w:r>
    </w:p>
    <w:p w14:paraId="1590129B" w14:textId="71F185BB" w:rsidR="008A721B" w:rsidRPr="003A4B4C" w:rsidRDefault="008A721B" w:rsidP="00A629FA">
      <w:pPr>
        <w:spacing w:before="120" w:after="120" w:line="240" w:lineRule="auto"/>
        <w:jc w:val="both"/>
        <w:rPr>
          <w:rFonts w:ascii="Arial" w:hAnsi="Arial" w:cs="Arial"/>
        </w:rPr>
      </w:pPr>
      <w:r w:rsidRPr="003A4B4C">
        <w:rPr>
          <w:rFonts w:ascii="Arial" w:hAnsi="Arial" w:cs="Arial"/>
          <w:b/>
          <w:color w:val="008CA0"/>
        </w:rPr>
        <w:t xml:space="preserve">Partnerschaft mit Vision </w:t>
      </w:r>
      <w:r w:rsidR="00D260F7" w:rsidRPr="003A4B4C">
        <w:rPr>
          <w:rFonts w:ascii="Arial" w:hAnsi="Arial" w:cs="Arial"/>
          <w:b/>
          <w:color w:val="008CA0"/>
        </w:rPr>
        <w:t>ein</w:t>
      </w:r>
      <w:r w:rsidR="00C03CC5">
        <w:rPr>
          <w:rFonts w:ascii="Arial" w:hAnsi="Arial" w:cs="Arial"/>
          <w:b/>
          <w:color w:val="008CA0"/>
        </w:rPr>
        <w:t>es</w:t>
      </w:r>
      <w:r w:rsidR="00D260F7" w:rsidRPr="003A4B4C">
        <w:rPr>
          <w:rFonts w:ascii="Arial" w:hAnsi="Arial" w:cs="Arial"/>
          <w:b/>
          <w:color w:val="008CA0"/>
        </w:rPr>
        <w:t xml:space="preserve"> </w:t>
      </w:r>
      <w:r w:rsidRPr="003A4B4C">
        <w:rPr>
          <w:rFonts w:ascii="Arial" w:hAnsi="Arial" w:cs="Arial"/>
          <w:b/>
          <w:color w:val="008CA0"/>
        </w:rPr>
        <w:t>digital unabhängige</w:t>
      </w:r>
      <w:r w:rsidR="00C03CC5">
        <w:rPr>
          <w:rFonts w:ascii="Arial" w:hAnsi="Arial" w:cs="Arial"/>
          <w:b/>
          <w:color w:val="008CA0"/>
        </w:rPr>
        <w:t>n</w:t>
      </w:r>
      <w:r w:rsidR="008E6359">
        <w:rPr>
          <w:rFonts w:ascii="Arial" w:hAnsi="Arial" w:cs="Arial"/>
          <w:b/>
          <w:color w:val="008CA0"/>
        </w:rPr>
        <w:t xml:space="preserve"> und</w:t>
      </w:r>
      <w:r w:rsidRPr="003A4B4C">
        <w:rPr>
          <w:rFonts w:ascii="Arial" w:hAnsi="Arial" w:cs="Arial"/>
          <w:b/>
          <w:color w:val="008CA0"/>
        </w:rPr>
        <w:t xml:space="preserve"> sichere</w:t>
      </w:r>
      <w:r w:rsidR="00C03CC5">
        <w:rPr>
          <w:rFonts w:ascii="Arial" w:hAnsi="Arial" w:cs="Arial"/>
          <w:b/>
          <w:color w:val="008CA0"/>
        </w:rPr>
        <w:t>n</w:t>
      </w:r>
      <w:r w:rsidRPr="003A4B4C">
        <w:rPr>
          <w:rFonts w:ascii="Arial" w:hAnsi="Arial" w:cs="Arial"/>
          <w:b/>
          <w:color w:val="008CA0"/>
        </w:rPr>
        <w:t xml:space="preserve"> Europa</w:t>
      </w:r>
      <w:r w:rsidR="00C03CC5">
        <w:rPr>
          <w:rFonts w:ascii="Arial" w:hAnsi="Arial" w:cs="Arial"/>
          <w:b/>
          <w:color w:val="008CA0"/>
        </w:rPr>
        <w:t>s</w:t>
      </w:r>
    </w:p>
    <w:p w14:paraId="48BCD186" w14:textId="16A80EF1" w:rsidR="008E01EA" w:rsidRPr="003A4B4C" w:rsidRDefault="006628DE" w:rsidP="006318A0">
      <w:pPr>
        <w:spacing w:after="0" w:line="240" w:lineRule="auto"/>
        <w:jc w:val="both"/>
        <w:rPr>
          <w:rFonts w:ascii="Arial" w:hAnsi="Arial" w:cs="Arial"/>
        </w:rPr>
      </w:pPr>
      <w:r w:rsidRPr="007E14F1">
        <w:rPr>
          <w:rFonts w:ascii="Arial" w:hAnsi="Arial" w:cs="Arial"/>
        </w:rPr>
        <w:t xml:space="preserve">Schwarz Digits </w:t>
      </w:r>
      <w:r w:rsidR="00F21A0A" w:rsidRPr="007E14F1">
        <w:rPr>
          <w:rFonts w:ascii="Arial" w:hAnsi="Arial" w:cs="Arial"/>
        </w:rPr>
        <w:t>und Wire gehen künftig gemeinsame Wege</w:t>
      </w:r>
      <w:r w:rsidR="00FD60A2" w:rsidRPr="007E14F1">
        <w:rPr>
          <w:rFonts w:ascii="Arial" w:hAnsi="Arial" w:cs="Arial"/>
        </w:rPr>
        <w:t>:</w:t>
      </w:r>
      <w:r w:rsidR="00F21A0A" w:rsidRPr="007E14F1">
        <w:rPr>
          <w:rFonts w:ascii="Arial" w:hAnsi="Arial" w:cs="Arial"/>
        </w:rPr>
        <w:t xml:space="preserve"> Die IT- und Digitalsparte der Schwarz Gruppe plant eine Beteiligung </w:t>
      </w:r>
      <w:r w:rsidR="00EA61F8" w:rsidRPr="007E14F1">
        <w:rPr>
          <w:rFonts w:ascii="Arial" w:hAnsi="Arial" w:cs="Arial"/>
        </w:rPr>
        <w:t>an dem Kommunikationsdienstleister</w:t>
      </w:r>
      <w:r w:rsidR="00F21A0A" w:rsidRPr="007E14F1">
        <w:rPr>
          <w:rFonts w:ascii="Arial" w:hAnsi="Arial" w:cs="Arial"/>
        </w:rPr>
        <w:t xml:space="preserve">. </w:t>
      </w:r>
      <w:r w:rsidR="00A25482" w:rsidRPr="007E14F1">
        <w:rPr>
          <w:rFonts w:ascii="Arial" w:hAnsi="Arial" w:cs="Arial"/>
        </w:rPr>
        <w:t>„</w:t>
      </w:r>
      <w:bookmarkStart w:id="0" w:name="_Hlk162538781"/>
      <w:r w:rsidR="00AC23CF" w:rsidRPr="007E14F1">
        <w:rPr>
          <w:rFonts w:ascii="Arial" w:hAnsi="Arial"/>
        </w:rPr>
        <w:t>Schwarz Digits und insbesondere STACKIT sind der zentrale Akteur für digitale Souveränität in Deutschland – deswegen sind sie der perfekte Partner für uns</w:t>
      </w:r>
      <w:bookmarkEnd w:id="0"/>
      <w:r w:rsidR="00A25482" w:rsidRPr="007E14F1">
        <w:rPr>
          <w:rFonts w:ascii="Arial" w:hAnsi="Arial" w:cs="Arial"/>
        </w:rPr>
        <w:t>“, so</w:t>
      </w:r>
      <w:r w:rsidR="00AC23CF" w:rsidRPr="007E14F1">
        <w:rPr>
          <w:rFonts w:ascii="Arial" w:hAnsi="Arial" w:cs="Arial"/>
        </w:rPr>
        <w:t xml:space="preserve"> </w:t>
      </w:r>
      <w:r w:rsidR="00AC23CF" w:rsidRPr="007E14F1">
        <w:rPr>
          <w:rFonts w:ascii="Arial" w:hAnsi="Arial"/>
          <w:b/>
        </w:rPr>
        <w:t>Juan Perea Rodríguez</w:t>
      </w:r>
      <w:r w:rsidR="00AC23CF" w:rsidRPr="009A49E1">
        <w:rPr>
          <w:rFonts w:ascii="Arial" w:hAnsi="Arial"/>
          <w:b/>
        </w:rPr>
        <w:t>, General Manager und Chief Commercial Officer von Wire</w:t>
      </w:r>
      <w:r w:rsidR="008A721B" w:rsidRPr="007E14F1">
        <w:rPr>
          <w:rFonts w:ascii="Arial" w:hAnsi="Arial" w:cs="Arial"/>
        </w:rPr>
        <w:t>. „</w:t>
      </w:r>
      <w:r w:rsidR="00AC23CF" w:rsidRPr="007E14F1">
        <w:rPr>
          <w:rFonts w:ascii="Arial" w:hAnsi="Arial"/>
        </w:rPr>
        <w:t>Mit der strategischen Partnerschaft bringen wir unsere technologische Expertise und unsere Erfahrung mit anspruchsvollen Kunden mit dem großen Netzwerk, den hohen Sicherheitsstandards und der Cloud-Power von Schwarz Digits zusammen. Wir freuen uns außerdem sehr, die Unternehmen</w:t>
      </w:r>
      <w:r w:rsidR="00AC23CF" w:rsidRPr="003A4B4C">
        <w:rPr>
          <w:rFonts w:ascii="Arial" w:hAnsi="Arial"/>
        </w:rPr>
        <w:t xml:space="preserve"> der Schwarz Gruppe selbst als Wire Kunden gewonnen zu haben und tragen so ganz praktisch zu Sicherheit und Souveränität bei.</w:t>
      </w:r>
      <w:r w:rsidR="0051748A" w:rsidRPr="003A4B4C">
        <w:rPr>
          <w:rFonts w:ascii="Arial" w:hAnsi="Arial" w:cs="Arial"/>
        </w:rPr>
        <w:t xml:space="preserve">“ Die </w:t>
      </w:r>
      <w:r w:rsidR="00CC3ED6" w:rsidRPr="003A4B4C">
        <w:rPr>
          <w:rFonts w:ascii="Arial" w:hAnsi="Arial" w:cs="Arial"/>
        </w:rPr>
        <w:t xml:space="preserve">beiden Unternehmen </w:t>
      </w:r>
      <w:r w:rsidR="0051748A" w:rsidRPr="003A4B4C">
        <w:rPr>
          <w:rFonts w:ascii="Arial" w:hAnsi="Arial" w:cs="Arial"/>
        </w:rPr>
        <w:t xml:space="preserve">arbeiten </w:t>
      </w:r>
      <w:r w:rsidR="00C93201" w:rsidRPr="003A4B4C">
        <w:rPr>
          <w:rFonts w:ascii="Arial" w:hAnsi="Arial" w:cs="Arial"/>
        </w:rPr>
        <w:t xml:space="preserve">außerdem </w:t>
      </w:r>
      <w:r w:rsidR="0051748A" w:rsidRPr="003A4B4C">
        <w:rPr>
          <w:rFonts w:ascii="Arial" w:hAnsi="Arial" w:cs="Arial"/>
        </w:rPr>
        <w:t>an einem gemeinsamen Service</w:t>
      </w:r>
      <w:r w:rsidR="00027935" w:rsidRPr="003A4B4C">
        <w:rPr>
          <w:rFonts w:ascii="Arial" w:hAnsi="Arial" w:cs="Arial"/>
        </w:rPr>
        <w:t>:</w:t>
      </w:r>
      <w:r w:rsidR="008E01EA" w:rsidRPr="003A4B4C">
        <w:rPr>
          <w:rFonts w:ascii="Arial" w:hAnsi="Arial" w:cs="Arial"/>
        </w:rPr>
        <w:t xml:space="preserve"> </w:t>
      </w:r>
      <w:r w:rsidR="00C93201" w:rsidRPr="003A4B4C">
        <w:rPr>
          <w:rFonts w:ascii="Arial" w:hAnsi="Arial"/>
        </w:rPr>
        <w:t>Wire on STACKIT wir</w:t>
      </w:r>
      <w:r w:rsidR="00027935" w:rsidRPr="003A4B4C">
        <w:rPr>
          <w:rFonts w:ascii="Arial" w:hAnsi="Arial"/>
        </w:rPr>
        <w:t>d</w:t>
      </w:r>
      <w:r w:rsidR="00C93201" w:rsidRPr="003A4B4C">
        <w:rPr>
          <w:rFonts w:ascii="Arial" w:hAnsi="Arial"/>
        </w:rPr>
        <w:t xml:space="preserve"> ein neues, attraktives Produkt, das die Anforderungen an Datenschutz und Datensouveränität neu definiert.</w:t>
      </w:r>
    </w:p>
    <w:p w14:paraId="7B0385D1" w14:textId="2CDDCC37" w:rsidR="001B15A6" w:rsidRPr="00256F51" w:rsidRDefault="00432F57" w:rsidP="00256F51">
      <w:pPr>
        <w:spacing w:before="120" w:after="120"/>
        <w:rPr>
          <w:rFonts w:ascii="Arial" w:hAnsi="Arial" w:cs="Arial"/>
          <w:b/>
          <w:bCs/>
          <w:color w:val="44546A" w:themeColor="text2"/>
        </w:rPr>
      </w:pPr>
      <w:r w:rsidRPr="003A4B4C">
        <w:rPr>
          <w:rFonts w:ascii="Arial" w:hAnsi="Arial" w:cs="Arial"/>
          <w:b/>
          <w:bCs/>
          <w:color w:val="008CA0"/>
        </w:rPr>
        <w:t>G</w:t>
      </w:r>
      <w:r w:rsidR="006D5AF0" w:rsidRPr="003A4B4C">
        <w:rPr>
          <w:rFonts w:ascii="Arial" w:hAnsi="Arial" w:cs="Arial"/>
          <w:b/>
          <w:bCs/>
          <w:color w:val="008CA0"/>
        </w:rPr>
        <w:t>emeinsam integrierte Sicherheits</w:t>
      </w:r>
      <w:r w:rsidR="0000738D" w:rsidRPr="003A4B4C">
        <w:rPr>
          <w:rFonts w:ascii="Arial" w:hAnsi="Arial" w:cs="Arial"/>
          <w:b/>
          <w:bCs/>
          <w:color w:val="008CA0"/>
        </w:rPr>
        <w:t>lösung</w:t>
      </w:r>
      <w:r w:rsidRPr="003A4B4C">
        <w:rPr>
          <w:rFonts w:ascii="Arial" w:hAnsi="Arial" w:cs="Arial"/>
          <w:b/>
          <w:bCs/>
          <w:color w:val="008CA0"/>
        </w:rPr>
        <w:t xml:space="preserve"> </w:t>
      </w:r>
      <w:r w:rsidR="001A427A" w:rsidRPr="003A4B4C">
        <w:rPr>
          <w:rFonts w:ascii="Arial" w:hAnsi="Arial" w:cs="Arial"/>
          <w:b/>
          <w:bCs/>
          <w:color w:val="008CA0"/>
        </w:rPr>
        <w:t>von</w:t>
      </w:r>
      <w:r w:rsidRPr="003A4B4C">
        <w:rPr>
          <w:rFonts w:ascii="Arial" w:hAnsi="Arial" w:cs="Arial"/>
          <w:b/>
          <w:bCs/>
          <w:color w:val="008CA0"/>
        </w:rPr>
        <w:t xml:space="preserve"> ServiceNow</w:t>
      </w:r>
      <w:r w:rsidR="001A427A" w:rsidRPr="003A4B4C">
        <w:rPr>
          <w:rFonts w:ascii="Arial" w:hAnsi="Arial" w:cs="Arial"/>
          <w:b/>
          <w:bCs/>
          <w:color w:val="008CA0"/>
        </w:rPr>
        <w:t xml:space="preserve"> und XM Cyber</w:t>
      </w:r>
    </w:p>
    <w:p w14:paraId="49670974" w14:textId="3EA2713B" w:rsidR="00995A8D" w:rsidRDefault="00995A8D" w:rsidP="00995A8D">
      <w:pPr>
        <w:spacing w:after="0"/>
        <w:jc w:val="both"/>
        <w:rPr>
          <w:rFonts w:ascii="Arial" w:hAnsi="Arial" w:cs="Arial"/>
        </w:rPr>
      </w:pPr>
      <w:r w:rsidRPr="003A4B4C">
        <w:rPr>
          <w:rFonts w:ascii="Arial" w:hAnsi="Arial" w:cs="Arial"/>
        </w:rPr>
        <w:t xml:space="preserve">Im Rahmen der Cyber Security Conference by Schwarz kündigten die Co-CEOs von Schwarz Digits, Christian Müller </w:t>
      </w:r>
      <w:r w:rsidRPr="007E14F1">
        <w:rPr>
          <w:rFonts w:ascii="Arial" w:hAnsi="Arial" w:cs="Arial"/>
        </w:rPr>
        <w:t xml:space="preserve">und Rolf Schumann, </w:t>
      </w:r>
      <w:r w:rsidR="00C946D4" w:rsidRPr="007E14F1">
        <w:rPr>
          <w:rFonts w:ascii="Arial" w:hAnsi="Arial" w:cs="Arial"/>
        </w:rPr>
        <w:t>außerdem</w:t>
      </w:r>
      <w:r w:rsidRPr="007E14F1">
        <w:rPr>
          <w:rFonts w:ascii="Arial" w:hAnsi="Arial" w:cs="Arial"/>
        </w:rPr>
        <w:t xml:space="preserve"> eine strategische Partnerschaft </w:t>
      </w:r>
      <w:r w:rsidR="001A427A" w:rsidRPr="007E14F1">
        <w:rPr>
          <w:rFonts w:ascii="Arial" w:hAnsi="Arial" w:cs="Arial"/>
        </w:rPr>
        <w:t xml:space="preserve">zwischen XM Cyber und </w:t>
      </w:r>
      <w:r w:rsidRPr="007E14F1">
        <w:rPr>
          <w:rFonts w:ascii="Arial" w:hAnsi="Arial" w:cs="Arial"/>
        </w:rPr>
        <w:t>ServiceNow an. Im Zentrum steht die Integration der beiden Sicherheitslösungen und IT-SecOperations Werkzeuge.</w:t>
      </w:r>
      <w:r w:rsidR="0079796F" w:rsidRPr="007E14F1">
        <w:rPr>
          <w:rFonts w:ascii="Arial" w:hAnsi="Arial" w:cs="Arial"/>
        </w:rPr>
        <w:t xml:space="preserve"> </w:t>
      </w:r>
      <w:r w:rsidRPr="007E14F1">
        <w:rPr>
          <w:rFonts w:ascii="Arial" w:hAnsi="Arial" w:cs="Arial"/>
        </w:rPr>
        <w:t xml:space="preserve">„XM Cyber </w:t>
      </w:r>
      <w:r w:rsidR="002C7BFF" w:rsidRPr="007E14F1">
        <w:rPr>
          <w:rFonts w:ascii="Arial" w:hAnsi="Arial" w:cs="Arial"/>
        </w:rPr>
        <w:t>und das</w:t>
      </w:r>
      <w:r w:rsidRPr="007E14F1">
        <w:rPr>
          <w:rFonts w:ascii="Arial" w:hAnsi="Arial" w:cs="Arial"/>
        </w:rPr>
        <w:t xml:space="preserve"> SecOps von ServiceNow </w:t>
      </w:r>
      <w:r w:rsidR="002C7BFF" w:rsidRPr="007E14F1">
        <w:rPr>
          <w:rFonts w:ascii="Arial" w:hAnsi="Arial" w:cs="Arial"/>
        </w:rPr>
        <w:t xml:space="preserve">ergänzen sich </w:t>
      </w:r>
      <w:r w:rsidRPr="007E14F1">
        <w:rPr>
          <w:rFonts w:ascii="Arial" w:hAnsi="Arial" w:cs="Arial"/>
        </w:rPr>
        <w:t>perfekt</w:t>
      </w:r>
      <w:r w:rsidR="0079796F" w:rsidRPr="007E14F1">
        <w:rPr>
          <w:rFonts w:ascii="Arial" w:hAnsi="Arial" w:cs="Arial"/>
        </w:rPr>
        <w:t>.</w:t>
      </w:r>
      <w:r w:rsidRPr="007E14F1">
        <w:rPr>
          <w:rFonts w:ascii="Arial" w:hAnsi="Arial" w:cs="Arial"/>
        </w:rPr>
        <w:t xml:space="preserve"> </w:t>
      </w:r>
      <w:r w:rsidR="0079796F" w:rsidRPr="007E14F1">
        <w:rPr>
          <w:rFonts w:ascii="Arial" w:hAnsi="Arial" w:cs="Arial"/>
        </w:rPr>
        <w:t>D</w:t>
      </w:r>
      <w:r w:rsidRPr="007E14F1">
        <w:rPr>
          <w:rFonts w:ascii="Arial" w:hAnsi="Arial" w:cs="Arial"/>
        </w:rPr>
        <w:t xml:space="preserve">ie Zusammenarbeit </w:t>
      </w:r>
      <w:r w:rsidR="0030020E" w:rsidRPr="007E14F1">
        <w:rPr>
          <w:rFonts w:ascii="Arial" w:hAnsi="Arial" w:cs="Arial"/>
        </w:rPr>
        <w:t>kombiniert</w:t>
      </w:r>
      <w:r w:rsidR="000C5B3E" w:rsidRPr="007E14F1">
        <w:rPr>
          <w:rFonts w:ascii="Arial" w:hAnsi="Arial" w:cs="Arial"/>
        </w:rPr>
        <w:t xml:space="preserve"> die</w:t>
      </w:r>
      <w:r w:rsidR="009C02D7" w:rsidRPr="007E14F1">
        <w:rPr>
          <w:rFonts w:ascii="Arial" w:hAnsi="Arial" w:cs="Arial"/>
        </w:rPr>
        <w:t xml:space="preserve"> permanente Erkennung </w:t>
      </w:r>
      <w:r w:rsidR="000C5B3E" w:rsidRPr="007E14F1">
        <w:rPr>
          <w:rFonts w:ascii="Arial" w:hAnsi="Arial" w:cs="Arial"/>
        </w:rPr>
        <w:t xml:space="preserve">und Priorisierung </w:t>
      </w:r>
      <w:r w:rsidR="009C02D7" w:rsidRPr="007E14F1">
        <w:rPr>
          <w:rFonts w:ascii="Arial" w:hAnsi="Arial" w:cs="Arial"/>
        </w:rPr>
        <w:t xml:space="preserve">von Schwachstellen mit </w:t>
      </w:r>
      <w:r w:rsidRPr="007E14F1">
        <w:rPr>
          <w:rFonts w:ascii="Arial" w:hAnsi="Arial" w:cs="Arial"/>
        </w:rPr>
        <w:t>de</w:t>
      </w:r>
      <w:r w:rsidR="008F7904" w:rsidRPr="007E14F1">
        <w:rPr>
          <w:rFonts w:ascii="Arial" w:hAnsi="Arial" w:cs="Arial"/>
        </w:rPr>
        <w:t xml:space="preserve">n richtigen Werkzeugen zur Behebung </w:t>
      </w:r>
      <w:r w:rsidR="000F5267" w:rsidRPr="007E14F1">
        <w:rPr>
          <w:rFonts w:ascii="Arial" w:hAnsi="Arial" w:cs="Arial"/>
        </w:rPr>
        <w:t xml:space="preserve">und setzt neue Maßstäbe </w:t>
      </w:r>
      <w:r w:rsidR="00BC2DAC" w:rsidRPr="007E14F1">
        <w:rPr>
          <w:rFonts w:ascii="Arial" w:hAnsi="Arial" w:cs="Arial"/>
        </w:rPr>
        <w:t>für die</w:t>
      </w:r>
      <w:r w:rsidR="000F5267" w:rsidRPr="007E14F1">
        <w:rPr>
          <w:rFonts w:ascii="Arial" w:hAnsi="Arial" w:cs="Arial"/>
        </w:rPr>
        <w:t xml:space="preserve"> Sicherheit</w:t>
      </w:r>
      <w:r w:rsidR="00E75B50" w:rsidRPr="007E14F1">
        <w:rPr>
          <w:rFonts w:ascii="Arial" w:hAnsi="Arial" w:cs="Arial"/>
        </w:rPr>
        <w:t xml:space="preserve"> und </w:t>
      </w:r>
      <w:r w:rsidR="00BC2DAC" w:rsidRPr="007E14F1">
        <w:rPr>
          <w:rFonts w:ascii="Arial" w:hAnsi="Arial" w:cs="Arial"/>
        </w:rPr>
        <w:t>die</w:t>
      </w:r>
      <w:r w:rsidR="00E75B50" w:rsidRPr="007E14F1">
        <w:rPr>
          <w:rFonts w:ascii="Arial" w:hAnsi="Arial" w:cs="Arial"/>
        </w:rPr>
        <w:t xml:space="preserve"> </w:t>
      </w:r>
      <w:r w:rsidR="00C521AA" w:rsidRPr="007E14F1">
        <w:rPr>
          <w:rFonts w:ascii="Arial" w:hAnsi="Arial" w:cs="Arial"/>
        </w:rPr>
        <w:t>Entlastung von Cyber Defence Teams</w:t>
      </w:r>
      <w:r w:rsidRPr="007E14F1">
        <w:rPr>
          <w:rFonts w:ascii="Arial" w:hAnsi="Arial" w:cs="Arial"/>
        </w:rPr>
        <w:t>“</w:t>
      </w:r>
      <w:r w:rsidR="00B125F6" w:rsidRPr="007E14F1">
        <w:rPr>
          <w:rFonts w:ascii="Arial" w:hAnsi="Arial" w:cs="Arial"/>
        </w:rPr>
        <w:t xml:space="preserve">, so </w:t>
      </w:r>
      <w:r w:rsidR="00B125F6" w:rsidRPr="007E14F1">
        <w:rPr>
          <w:rFonts w:ascii="Arial" w:hAnsi="Arial" w:cs="Arial"/>
          <w:b/>
        </w:rPr>
        <w:t>Christian Müller</w:t>
      </w:r>
      <w:r w:rsidR="003A1F4B" w:rsidRPr="007E14F1">
        <w:rPr>
          <w:rFonts w:ascii="Arial" w:hAnsi="Arial" w:cs="Arial"/>
        </w:rPr>
        <w:t>.</w:t>
      </w:r>
    </w:p>
    <w:p w14:paraId="1A24152C" w14:textId="77777777" w:rsidR="00256F51" w:rsidRDefault="00256F51" w:rsidP="00995A8D">
      <w:pPr>
        <w:spacing w:after="0"/>
        <w:jc w:val="both"/>
        <w:rPr>
          <w:rFonts w:ascii="Arial" w:hAnsi="Arial" w:cs="Arial"/>
        </w:rPr>
      </w:pPr>
    </w:p>
    <w:p w14:paraId="5259C6BD" w14:textId="77777777" w:rsidR="00DF49DE" w:rsidRPr="00DF49DE" w:rsidRDefault="00DF49DE" w:rsidP="00DF49DE">
      <w:pPr>
        <w:spacing w:after="0" w:line="276" w:lineRule="auto"/>
        <w:rPr>
          <w:rFonts w:ascii="Arial" w:eastAsia="Arial" w:hAnsi="Arial" w:cs="Arial"/>
          <w:lang w:val="en-US"/>
        </w:rPr>
      </w:pPr>
      <w:r w:rsidRPr="00DF49DE">
        <w:rPr>
          <w:rFonts w:ascii="Arial" w:hAnsi="Arial" w:cs="Arial"/>
          <w:b/>
          <w:color w:val="008CA0"/>
          <w:lang w:val="en-US"/>
        </w:rPr>
        <w:lastRenderedPageBreak/>
        <w:t>Download Cyber Security Report</w:t>
      </w:r>
    </w:p>
    <w:p w14:paraId="592A2E21" w14:textId="77777777" w:rsidR="00DF49DE" w:rsidRPr="00DF49DE" w:rsidRDefault="00DF49DE" w:rsidP="00DF49DE">
      <w:pPr>
        <w:spacing w:after="0" w:line="276" w:lineRule="auto"/>
        <w:rPr>
          <w:rFonts w:ascii="Arial" w:eastAsia="Arial" w:hAnsi="Arial" w:cs="Arial"/>
          <w:lang w:val="en-US"/>
        </w:rPr>
      </w:pPr>
      <w:r w:rsidRPr="00DF49DE">
        <w:rPr>
          <w:rFonts w:ascii="Arial" w:eastAsia="Arial" w:hAnsi="Arial" w:cs="Arial"/>
          <w:lang w:val="en-US"/>
        </w:rPr>
        <w:t xml:space="preserve">Den Cyber Security Report finden Sie hier zum Download: </w:t>
      </w:r>
      <w:hyperlink r:id="rId10" w:history="1">
        <w:r w:rsidRPr="00DF49DE">
          <w:rPr>
            <w:rStyle w:val="Hyperlink"/>
            <w:rFonts w:ascii="Arial" w:eastAsia="Arial" w:hAnsi="Arial" w:cs="Arial"/>
            <w:lang w:val="en-US"/>
          </w:rPr>
          <w:t>https://cyberconference.schwarz/report/</w:t>
        </w:r>
      </w:hyperlink>
      <w:r w:rsidRPr="00DF49DE">
        <w:rPr>
          <w:rFonts w:ascii="Arial" w:eastAsia="Arial" w:hAnsi="Arial" w:cs="Arial"/>
          <w:lang w:val="en-US"/>
        </w:rPr>
        <w:t xml:space="preserve"> </w:t>
      </w:r>
    </w:p>
    <w:p w14:paraId="4EAB04FF" w14:textId="77777777" w:rsidR="00DF49DE" w:rsidRPr="00DF49DE" w:rsidRDefault="00DF49DE" w:rsidP="00AF2F38">
      <w:pPr>
        <w:spacing w:after="0" w:line="240" w:lineRule="auto"/>
        <w:rPr>
          <w:rFonts w:ascii="Arial" w:hAnsi="Arial" w:cs="Arial"/>
          <w:b/>
          <w:color w:val="008CA0"/>
          <w:lang w:val="en-US"/>
        </w:rPr>
      </w:pPr>
    </w:p>
    <w:p w14:paraId="130F7074" w14:textId="77777777" w:rsidR="00DF49DE" w:rsidRPr="00DF49DE" w:rsidRDefault="00DF49DE" w:rsidP="00AF2F38">
      <w:pPr>
        <w:spacing w:after="0" w:line="240" w:lineRule="auto"/>
        <w:rPr>
          <w:rFonts w:ascii="Arial" w:hAnsi="Arial" w:cs="Arial"/>
          <w:b/>
          <w:color w:val="008CA0"/>
          <w:lang w:val="en-US"/>
        </w:rPr>
      </w:pPr>
    </w:p>
    <w:p w14:paraId="133B4C2B" w14:textId="3487894C" w:rsidR="007152E5" w:rsidRPr="001B39E6" w:rsidRDefault="007152E5" w:rsidP="00AF2F38">
      <w:pPr>
        <w:spacing w:after="0" w:line="240" w:lineRule="auto"/>
        <w:rPr>
          <w:rFonts w:ascii="Arial" w:eastAsia="Arial" w:hAnsi="Arial" w:cs="Arial"/>
          <w:b/>
          <w:bCs/>
          <w:color w:val="44546A" w:themeColor="text2"/>
        </w:rPr>
      </w:pPr>
      <w:r w:rsidRPr="001B39E6">
        <w:rPr>
          <w:rFonts w:ascii="Arial" w:hAnsi="Arial" w:cs="Arial"/>
          <w:b/>
          <w:color w:val="008CA0"/>
        </w:rPr>
        <w:t>Weitere</w:t>
      </w:r>
      <w:r w:rsidRPr="001B39E6">
        <w:rPr>
          <w:rFonts w:ascii="Arial" w:hAnsi="Arial" w:cs="Arial"/>
          <w:b/>
          <w:bCs/>
          <w:color w:val="44546A" w:themeColor="text2"/>
        </w:rPr>
        <w:t xml:space="preserve"> </w:t>
      </w:r>
      <w:r w:rsidRPr="001B39E6">
        <w:rPr>
          <w:rFonts w:ascii="Arial" w:hAnsi="Arial" w:cs="Arial"/>
          <w:b/>
          <w:color w:val="008CA0"/>
        </w:rPr>
        <w:t>Informationen</w:t>
      </w:r>
      <w:r w:rsidR="001B39E6" w:rsidRPr="001B39E6">
        <w:rPr>
          <w:rFonts w:ascii="Arial" w:hAnsi="Arial" w:cs="Arial"/>
          <w:b/>
          <w:color w:val="008CA0"/>
        </w:rPr>
        <w:t xml:space="preserve"> </w:t>
      </w:r>
    </w:p>
    <w:p w14:paraId="64E5DB9F" w14:textId="17C284DB" w:rsidR="007152E5" w:rsidRDefault="007152E5" w:rsidP="00AF2F38">
      <w:pPr>
        <w:spacing w:after="0" w:line="276" w:lineRule="auto"/>
        <w:rPr>
          <w:rFonts w:ascii="Arial" w:eastAsia="Arial" w:hAnsi="Arial" w:cs="Arial"/>
        </w:rPr>
      </w:pPr>
      <w:r w:rsidRPr="003A4B4C">
        <w:rPr>
          <w:rFonts w:ascii="Arial" w:eastAsia="Arial" w:hAnsi="Arial" w:cs="Arial"/>
        </w:rPr>
        <w:t xml:space="preserve">Weitere Informationen </w:t>
      </w:r>
      <w:r w:rsidR="001B39E6">
        <w:rPr>
          <w:rFonts w:ascii="Arial" w:eastAsia="Arial" w:hAnsi="Arial" w:cs="Arial"/>
        </w:rPr>
        <w:t>zur Konferenz</w:t>
      </w:r>
      <w:r w:rsidR="00AF2F38" w:rsidRPr="003A4B4C">
        <w:rPr>
          <w:rFonts w:ascii="Arial" w:eastAsia="Arial" w:hAnsi="Arial" w:cs="Arial"/>
        </w:rPr>
        <w:t xml:space="preserve"> </w:t>
      </w:r>
      <w:r w:rsidRPr="003A4B4C">
        <w:rPr>
          <w:rFonts w:ascii="Arial" w:eastAsia="Arial" w:hAnsi="Arial" w:cs="Arial"/>
        </w:rPr>
        <w:t>finden Sie unter</w:t>
      </w:r>
      <w:r w:rsidR="00AF2F38" w:rsidRPr="003A4B4C">
        <w:rPr>
          <w:rFonts w:ascii="Arial" w:eastAsia="Arial" w:hAnsi="Arial" w:cs="Arial"/>
        </w:rPr>
        <w:t xml:space="preserve"> </w:t>
      </w:r>
      <w:hyperlink r:id="rId11" w:history="1">
        <w:r w:rsidR="00AF2F38" w:rsidRPr="003A4B4C">
          <w:rPr>
            <w:rStyle w:val="Hyperlink"/>
            <w:rFonts w:ascii="Arial" w:eastAsia="Arial" w:hAnsi="Arial" w:cs="Arial"/>
          </w:rPr>
          <w:t>https://cyberconference.schwarz</w:t>
        </w:r>
      </w:hyperlink>
      <w:r w:rsidRPr="003A4B4C">
        <w:rPr>
          <w:rFonts w:ascii="Arial" w:eastAsia="Arial" w:hAnsi="Arial" w:cs="Arial"/>
        </w:rPr>
        <w:t xml:space="preserve"> </w:t>
      </w:r>
    </w:p>
    <w:p w14:paraId="7FF28CDB" w14:textId="77777777" w:rsidR="001006D8" w:rsidRDefault="001006D8" w:rsidP="00AF2F38">
      <w:pPr>
        <w:spacing w:after="0" w:line="276" w:lineRule="auto"/>
        <w:rPr>
          <w:rFonts w:ascii="Arial" w:eastAsia="Arial" w:hAnsi="Arial" w:cs="Arial"/>
        </w:rPr>
      </w:pPr>
    </w:p>
    <w:p w14:paraId="61273FF9" w14:textId="77777777" w:rsidR="007152E5" w:rsidRPr="001006D8" w:rsidRDefault="007152E5" w:rsidP="00200403">
      <w:pPr>
        <w:pStyle w:val="EinfAbs"/>
        <w:spacing w:line="276" w:lineRule="auto"/>
        <w:rPr>
          <w:rFonts w:ascii="Arial" w:hAnsi="Arial" w:cs="Arial"/>
          <w:b/>
          <w:bCs/>
          <w:color w:val="auto"/>
          <w:sz w:val="22"/>
          <w:szCs w:val="22"/>
        </w:rPr>
      </w:pPr>
    </w:p>
    <w:p w14:paraId="35449A08" w14:textId="77777777" w:rsidR="007152E5" w:rsidRPr="003A4B4C" w:rsidRDefault="007152E5" w:rsidP="00200403">
      <w:pPr>
        <w:spacing w:after="0" w:line="240" w:lineRule="auto"/>
        <w:rPr>
          <w:rFonts w:ascii="Arial" w:hAnsi="Arial" w:cs="Arial"/>
          <w:b/>
          <w:bCs/>
          <w:color w:val="44546A" w:themeColor="text2"/>
        </w:rPr>
      </w:pPr>
      <w:r w:rsidRPr="003A4B4C">
        <w:rPr>
          <w:rFonts w:ascii="Arial" w:hAnsi="Arial" w:cs="Arial"/>
          <w:b/>
          <w:color w:val="008CA0"/>
        </w:rPr>
        <w:t>Pressekontakt</w:t>
      </w:r>
    </w:p>
    <w:p w14:paraId="23D5EA5E" w14:textId="77777777" w:rsidR="007152E5" w:rsidRPr="003A4B4C" w:rsidRDefault="007152E5" w:rsidP="00200403">
      <w:pPr>
        <w:pStyle w:val="PIStandardtext"/>
        <w:tabs>
          <w:tab w:val="left" w:pos="8325"/>
        </w:tabs>
        <w:spacing w:line="276" w:lineRule="auto"/>
        <w:rPr>
          <w:lang w:val="de-DE"/>
        </w:rPr>
      </w:pPr>
      <w:r w:rsidRPr="003A4B4C">
        <w:rPr>
          <w:lang w:val="de-DE"/>
        </w:rPr>
        <w:t>Schwarz Digits</w:t>
      </w:r>
    </w:p>
    <w:p w14:paraId="608CDA3C" w14:textId="77777777" w:rsidR="007152E5" w:rsidRPr="003A4B4C" w:rsidRDefault="007152E5" w:rsidP="00200403">
      <w:pPr>
        <w:pStyle w:val="PIStandardtext"/>
        <w:tabs>
          <w:tab w:val="left" w:pos="8325"/>
        </w:tabs>
        <w:spacing w:line="276" w:lineRule="auto"/>
        <w:rPr>
          <w:lang w:val="de-DE"/>
        </w:rPr>
      </w:pPr>
      <w:r w:rsidRPr="003A4B4C">
        <w:rPr>
          <w:lang w:val="de-DE"/>
        </w:rPr>
        <w:t>Telefon +49 7132 30-490490</w:t>
      </w:r>
    </w:p>
    <w:p w14:paraId="169D1195" w14:textId="77777777" w:rsidR="007152E5" w:rsidRPr="003A4B4C" w:rsidRDefault="00000000" w:rsidP="00200403">
      <w:pPr>
        <w:pStyle w:val="PIStandardtext"/>
        <w:rPr>
          <w:lang w:val="de-DE"/>
        </w:rPr>
      </w:pPr>
      <w:hyperlink r:id="rId12" w:history="1">
        <w:r w:rsidR="007152E5" w:rsidRPr="003A4B4C">
          <w:rPr>
            <w:rStyle w:val="Hyperlink"/>
            <w:lang w:val="de-DE"/>
          </w:rPr>
          <w:t>presse-digits@mail.schwarz</w:t>
        </w:r>
      </w:hyperlink>
      <w:r w:rsidR="007152E5" w:rsidRPr="003A4B4C">
        <w:rPr>
          <w:lang w:val="de-DE"/>
        </w:rPr>
        <w:t xml:space="preserve"> </w:t>
      </w:r>
    </w:p>
    <w:p w14:paraId="22B8362E" w14:textId="77777777" w:rsidR="007152E5" w:rsidRPr="003A4B4C" w:rsidRDefault="007152E5" w:rsidP="00200403">
      <w:pPr>
        <w:pStyle w:val="PIStandardtext"/>
        <w:tabs>
          <w:tab w:val="left" w:pos="8325"/>
        </w:tabs>
        <w:spacing w:line="276" w:lineRule="auto"/>
        <w:rPr>
          <w:lang w:val="de-DE"/>
        </w:rPr>
      </w:pPr>
    </w:p>
    <w:p w14:paraId="0EFAD7F4" w14:textId="77777777" w:rsidR="002F509E" w:rsidRPr="003A4B4C" w:rsidRDefault="002F509E" w:rsidP="00200403">
      <w:pPr>
        <w:pStyle w:val="PIStandardtext"/>
        <w:tabs>
          <w:tab w:val="left" w:pos="8325"/>
        </w:tabs>
        <w:spacing w:line="276" w:lineRule="auto"/>
        <w:rPr>
          <w:lang w:val="de-DE"/>
        </w:rPr>
      </w:pPr>
    </w:p>
    <w:p w14:paraId="2B40B69A" w14:textId="77777777" w:rsidR="002F509E" w:rsidRPr="003A4B4C" w:rsidRDefault="002F509E" w:rsidP="00200403">
      <w:pPr>
        <w:pStyle w:val="PIStandardtext"/>
        <w:tabs>
          <w:tab w:val="left" w:pos="8325"/>
        </w:tabs>
        <w:spacing w:line="276" w:lineRule="auto"/>
        <w:rPr>
          <w:lang w:val="de-DE"/>
        </w:rPr>
      </w:pPr>
    </w:p>
    <w:p w14:paraId="4BB7D63E" w14:textId="77777777" w:rsidR="00AF2F38" w:rsidRPr="003A4B4C" w:rsidRDefault="00AF2F38" w:rsidP="00AF2F38">
      <w:pPr>
        <w:spacing w:after="0" w:line="240" w:lineRule="auto"/>
        <w:rPr>
          <w:color w:val="44546A" w:themeColor="text2"/>
        </w:rPr>
      </w:pPr>
      <w:r w:rsidRPr="003A4B4C">
        <w:rPr>
          <w:rFonts w:ascii="Arial" w:hAnsi="Arial" w:cs="Arial"/>
          <w:b/>
          <w:color w:val="008CA0"/>
        </w:rPr>
        <w:t>Über</w:t>
      </w:r>
      <w:r w:rsidRPr="003A4B4C">
        <w:rPr>
          <w:rFonts w:ascii="Arial" w:eastAsia="Times New Roman" w:hAnsi="Arial" w:cs="Times New Roman"/>
          <w:b/>
          <w:bCs/>
          <w:color w:val="44546A" w:themeColor="text2"/>
          <w:szCs w:val="16"/>
        </w:rPr>
        <w:t xml:space="preserve"> </w:t>
      </w:r>
      <w:r w:rsidRPr="003A4B4C">
        <w:rPr>
          <w:rFonts w:ascii="Arial" w:hAnsi="Arial" w:cs="Arial"/>
          <w:b/>
          <w:color w:val="008CA0"/>
        </w:rPr>
        <w:t>Schwarz</w:t>
      </w:r>
      <w:r w:rsidRPr="003A4B4C">
        <w:rPr>
          <w:rFonts w:ascii="Arial" w:eastAsia="Times New Roman" w:hAnsi="Arial" w:cs="Times New Roman"/>
          <w:b/>
          <w:bCs/>
          <w:color w:val="44546A" w:themeColor="text2"/>
          <w:szCs w:val="16"/>
        </w:rPr>
        <w:t xml:space="preserve"> </w:t>
      </w:r>
      <w:r w:rsidRPr="003A4B4C">
        <w:rPr>
          <w:rFonts w:ascii="Arial" w:hAnsi="Arial" w:cs="Arial"/>
          <w:b/>
          <w:color w:val="008CA0"/>
        </w:rPr>
        <w:t>Digits</w:t>
      </w:r>
    </w:p>
    <w:p w14:paraId="116D0673" w14:textId="77777777" w:rsidR="00AF2F38" w:rsidRPr="003A4B4C" w:rsidRDefault="00AF2F38" w:rsidP="00200403">
      <w:pPr>
        <w:pStyle w:val="PIStandardtext"/>
        <w:tabs>
          <w:tab w:val="left" w:pos="8325"/>
        </w:tabs>
        <w:spacing w:line="276" w:lineRule="auto"/>
        <w:jc w:val="both"/>
        <w:rPr>
          <w:lang w:val="de-DE"/>
        </w:rPr>
      </w:pPr>
      <w:r w:rsidRPr="003A4B4C">
        <w:rPr>
          <w:lang w:val="de-DE"/>
        </w:rPr>
        <w:t>Schwarz Digits ist die IT- und Digitalsparte der Schwarz Gruppe. Sie bietet überzeugende digitale Produkte und Services an, die den hohen deutschen Datenschutzstandards entsprechen. Damit garantiert Schwarz Digits größtmögliche digitale Souveränität. Mit diesem Anspruch stellt Schwarz Digits die IT-Infrastruktur und Lösungen für das umfangreiche Ökosystem der Unternehmen der Schwarz Gruppe bereit und entwickelt dieses zukunftsfähig weiter. Schwarz Digits schafft optimale Bedingungen für die Entwicklung richtungsweisender Innovationen für Endkunden, Unternehmen und Organisationen der öffentlichen Hand. Zur Schwarz Digits gehören 7.500 Mitarbeiter der Marken Schwarz IT, Schwarz Digital, STACKIT, XM Cyber, Lidl e-commerce, Kaufland e-commerce, Schwarz Media und mmmake.</w:t>
      </w:r>
    </w:p>
    <w:p w14:paraId="1CDEB9FF" w14:textId="77777777" w:rsidR="00924D57" w:rsidRDefault="00924D57" w:rsidP="00924D57">
      <w:pPr>
        <w:pStyle w:val="PIStandardtext"/>
        <w:tabs>
          <w:tab w:val="left" w:pos="8325"/>
        </w:tabs>
        <w:spacing w:line="276" w:lineRule="auto"/>
        <w:jc w:val="both"/>
        <w:rPr>
          <w:lang w:val="de-DE"/>
        </w:rPr>
      </w:pPr>
      <w:r w:rsidRPr="003A4B4C">
        <w:rPr>
          <w:lang w:val="de-DE"/>
        </w:rPr>
        <w:t xml:space="preserve">Weitere Informationen unter </w:t>
      </w:r>
      <w:hyperlink r:id="rId13" w:history="1">
        <w:r w:rsidRPr="003A4B4C">
          <w:rPr>
            <w:rStyle w:val="Hyperlink"/>
            <w:lang w:val="de-DE"/>
          </w:rPr>
          <w:t>http://www.schwarz-digits.de</w:t>
        </w:r>
      </w:hyperlink>
      <w:r>
        <w:rPr>
          <w:lang w:val="de-DE"/>
        </w:rPr>
        <w:t xml:space="preserve"> </w:t>
      </w:r>
    </w:p>
    <w:p w14:paraId="2BF93C17" w14:textId="77777777" w:rsidR="001B15A6" w:rsidRDefault="001B15A6" w:rsidP="00924D57">
      <w:pPr>
        <w:pStyle w:val="PIStandardtext"/>
        <w:tabs>
          <w:tab w:val="left" w:pos="8325"/>
        </w:tabs>
        <w:spacing w:line="276" w:lineRule="auto"/>
        <w:jc w:val="both"/>
        <w:rPr>
          <w:lang w:val="de-DE"/>
        </w:rPr>
      </w:pPr>
    </w:p>
    <w:p w14:paraId="66B05473" w14:textId="77777777" w:rsidR="001B15A6" w:rsidRPr="007C02E4" w:rsidRDefault="001B15A6" w:rsidP="00D77242">
      <w:pPr>
        <w:spacing w:after="0" w:line="240" w:lineRule="auto"/>
        <w:rPr>
          <w:color w:val="44546A" w:themeColor="text2"/>
        </w:rPr>
      </w:pPr>
      <w:r w:rsidRPr="007C02E4">
        <w:rPr>
          <w:rFonts w:ascii="Arial" w:hAnsi="Arial" w:cs="Arial"/>
          <w:b/>
          <w:color w:val="008CA0"/>
        </w:rPr>
        <w:t>Über ServiceNow</w:t>
      </w:r>
    </w:p>
    <w:p w14:paraId="245B8955" w14:textId="518DF2AB" w:rsidR="001B15A6" w:rsidRPr="00423EF5" w:rsidRDefault="00423EF5" w:rsidP="00D77242">
      <w:pPr>
        <w:shd w:val="clear" w:color="auto" w:fill="FFFFFF"/>
        <w:spacing w:after="0"/>
        <w:rPr>
          <w:rFonts w:ascii="Arial" w:hAnsi="Arial" w:cs="Arial"/>
          <w:iCs/>
          <w:color w:val="000000"/>
        </w:rPr>
      </w:pPr>
      <w:r w:rsidRPr="00423EF5">
        <w:rPr>
          <w:rFonts w:ascii="Arial" w:hAnsi="Arial" w:cs="Arial"/>
          <w:iCs/>
          <w:color w:val="000000"/>
        </w:rPr>
        <w:t>ServiceNow (NYSE: NOW) schafft eine Welt, in der Arbeit weniger Arbeit macht. Unsere Cloud</w:t>
      </w:r>
      <w:r w:rsidRPr="00423EF5">
        <w:rPr>
          <w:rFonts w:ascii="Arial" w:hAnsi="Arial" w:cs="Arial"/>
          <w:iCs/>
          <w:color w:val="000000"/>
        </w:rPr>
        <w:noBreakHyphen/>
        <w:t xml:space="preserve">basierte Plattform und die damit verbundenen Lösungen ermöglichen mit digitalen Workflows eine großartige User Experience, damit Mitarbeiter und Unternehmen effizienter arbeiten können. </w:t>
      </w:r>
      <w:r w:rsidR="007C02E4">
        <w:rPr>
          <w:rFonts w:ascii="Arial" w:hAnsi="Arial" w:cs="Arial"/>
          <w:iCs/>
          <w:color w:val="000000"/>
        </w:rPr>
        <w:t>W</w:t>
      </w:r>
      <w:r w:rsidRPr="00423EF5">
        <w:rPr>
          <w:rFonts w:ascii="Arial" w:hAnsi="Arial" w:cs="Arial"/>
          <w:iCs/>
          <w:color w:val="000000"/>
        </w:rPr>
        <w:t xml:space="preserve">eitere Informationen </w:t>
      </w:r>
      <w:r w:rsidR="007C02E4">
        <w:rPr>
          <w:rFonts w:ascii="Arial" w:hAnsi="Arial" w:cs="Arial"/>
          <w:iCs/>
          <w:color w:val="000000"/>
        </w:rPr>
        <w:t>unter</w:t>
      </w:r>
      <w:r w:rsidR="00D77242">
        <w:rPr>
          <w:rFonts w:ascii="Arial" w:hAnsi="Arial" w:cs="Arial"/>
          <w:iCs/>
          <w:color w:val="000000"/>
        </w:rPr>
        <w:t xml:space="preserve"> </w:t>
      </w:r>
      <w:hyperlink r:id="rId14" w:history="1">
        <w:r w:rsidR="00D77242" w:rsidRPr="00084CC5">
          <w:rPr>
            <w:rStyle w:val="Hyperlink"/>
            <w:rFonts w:ascii="Arial" w:hAnsi="Arial" w:cs="Arial"/>
            <w:iCs/>
          </w:rPr>
          <w:t>https://www.servicenow.de/</w:t>
        </w:r>
      </w:hyperlink>
      <w:r w:rsidR="00D77242">
        <w:rPr>
          <w:rFonts w:ascii="Arial" w:hAnsi="Arial" w:cs="Arial"/>
          <w:iCs/>
          <w:color w:val="000000"/>
        </w:rPr>
        <w:t xml:space="preserve"> </w:t>
      </w:r>
    </w:p>
    <w:p w14:paraId="4497E0E3" w14:textId="03E9012C" w:rsidR="00AF2F38" w:rsidRDefault="00AF2F38" w:rsidP="00924D57">
      <w:pPr>
        <w:pStyle w:val="PIStandardtext"/>
        <w:tabs>
          <w:tab w:val="left" w:pos="8325"/>
        </w:tabs>
        <w:spacing w:line="276" w:lineRule="auto"/>
        <w:jc w:val="both"/>
        <w:rPr>
          <w:lang w:val="nl-NL"/>
        </w:rPr>
      </w:pPr>
    </w:p>
    <w:p w14:paraId="2270409D" w14:textId="77777777" w:rsidR="00300066" w:rsidRPr="00423EF5" w:rsidRDefault="00300066" w:rsidP="00300066">
      <w:pPr>
        <w:spacing w:after="0" w:line="240" w:lineRule="auto"/>
        <w:rPr>
          <w:color w:val="44546A" w:themeColor="text2"/>
        </w:rPr>
      </w:pPr>
      <w:r w:rsidRPr="00423EF5">
        <w:rPr>
          <w:rFonts w:ascii="Arial" w:hAnsi="Arial" w:cs="Arial"/>
          <w:b/>
          <w:color w:val="008CA0"/>
        </w:rPr>
        <w:t xml:space="preserve">Über Wire </w:t>
      </w:r>
    </w:p>
    <w:p w14:paraId="476B9650" w14:textId="22B5D324" w:rsidR="00300066" w:rsidRPr="003A4B4C" w:rsidRDefault="00300066" w:rsidP="00300066">
      <w:pPr>
        <w:pStyle w:val="PIStandardtext"/>
        <w:tabs>
          <w:tab w:val="left" w:pos="8325"/>
        </w:tabs>
        <w:spacing w:line="276" w:lineRule="auto"/>
        <w:jc w:val="both"/>
        <w:rPr>
          <w:iCs/>
          <w:lang w:val="de-DE"/>
        </w:rPr>
      </w:pPr>
      <w:r w:rsidRPr="003A4B4C">
        <w:rPr>
          <w:iCs/>
          <w:lang w:val="de-DE"/>
        </w:rPr>
        <w:t xml:space="preserve">Wire bietet seinen Kunden eine Ende-zu-Ende verschlüsselte Kommunikationsplattform für Audio- und Videotelefonate sowie Chatkommunikation und sichere Datenübertragung an. Die Lösung kann entweder cloudbasiert oder on-premises genutzt werden. Das Bundesamt für Sicherheit in der Informationstechnik </w:t>
      </w:r>
      <w:r w:rsidR="003871C9">
        <w:rPr>
          <w:iCs/>
          <w:lang w:val="de-DE"/>
        </w:rPr>
        <w:t xml:space="preserve">(BSI) </w:t>
      </w:r>
      <w:r w:rsidRPr="003A4B4C">
        <w:rPr>
          <w:iCs/>
          <w:lang w:val="de-DE"/>
        </w:rPr>
        <w:t xml:space="preserve">hat für Wire eine Freigabeempfehlung für die Kommunikation über eingestufte Sachverhalte erteilt. Über 1800 Organisationen weltweit vertrauen auf die sicheren Kommunikationslösungen von Wire, darunter sind Regierungen, Parlamente, Strafverfolgungs- und Ermittlungsbehörden sowie Infrastrukturanbieter und Unternehmen in Bereichen wie Telekommunikation oder Energie. </w:t>
      </w:r>
    </w:p>
    <w:p w14:paraId="05724C4A" w14:textId="77777777" w:rsidR="00300066" w:rsidRPr="003A4B4C" w:rsidRDefault="00300066" w:rsidP="00300066">
      <w:pPr>
        <w:pStyle w:val="PIStandardtext"/>
        <w:tabs>
          <w:tab w:val="left" w:pos="8325"/>
        </w:tabs>
        <w:spacing w:line="276" w:lineRule="auto"/>
        <w:jc w:val="both"/>
        <w:rPr>
          <w:iCs/>
          <w:lang w:val="de-DE"/>
        </w:rPr>
      </w:pPr>
      <w:r w:rsidRPr="003A4B4C">
        <w:rPr>
          <w:iCs/>
          <w:lang w:val="de-DE"/>
        </w:rPr>
        <w:t xml:space="preserve">Weitere Informationen unter </w:t>
      </w:r>
      <w:hyperlink r:id="rId15" w:history="1">
        <w:r w:rsidRPr="003A4B4C">
          <w:rPr>
            <w:rStyle w:val="Hyperlink"/>
            <w:iCs/>
            <w:lang w:val="de-DE"/>
          </w:rPr>
          <w:t>https://wire.com/de/</w:t>
        </w:r>
      </w:hyperlink>
      <w:r w:rsidRPr="003A4B4C">
        <w:rPr>
          <w:iCs/>
          <w:lang w:val="de-DE"/>
        </w:rPr>
        <w:t xml:space="preserve"> </w:t>
      </w:r>
    </w:p>
    <w:p w14:paraId="02A22BA0" w14:textId="77777777" w:rsidR="00300066" w:rsidRDefault="00300066" w:rsidP="00924D57">
      <w:pPr>
        <w:pStyle w:val="PIStandardtext"/>
        <w:tabs>
          <w:tab w:val="left" w:pos="8325"/>
        </w:tabs>
        <w:spacing w:line="276" w:lineRule="auto"/>
        <w:jc w:val="both"/>
        <w:rPr>
          <w:lang w:val="de-DE"/>
        </w:rPr>
      </w:pPr>
    </w:p>
    <w:sectPr w:rsidR="00300066">
      <w:headerReference w:type="defaul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A1EAE" w14:textId="77777777" w:rsidR="00F92BFE" w:rsidRDefault="00F92BFE" w:rsidP="003B77A4">
      <w:pPr>
        <w:spacing w:after="0" w:line="240" w:lineRule="auto"/>
      </w:pPr>
      <w:r>
        <w:separator/>
      </w:r>
    </w:p>
  </w:endnote>
  <w:endnote w:type="continuationSeparator" w:id="0">
    <w:p w14:paraId="201AA361" w14:textId="77777777" w:rsidR="00F92BFE" w:rsidRDefault="00F92BFE" w:rsidP="003B77A4">
      <w:pPr>
        <w:spacing w:after="0" w:line="240" w:lineRule="auto"/>
      </w:pPr>
      <w:r>
        <w:continuationSeparator/>
      </w:r>
    </w:p>
  </w:endnote>
  <w:endnote w:type="continuationNotice" w:id="1">
    <w:p w14:paraId="7D18EF6C" w14:textId="77777777" w:rsidR="00F92BFE" w:rsidRDefault="00F92B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charset w:val="00"/>
    <w:family w:val="auto"/>
    <w:pitch w:val="variable"/>
    <w:sig w:usb0="60000287" w:usb1="00000001"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B37E9" w14:textId="77777777" w:rsidR="00F92BFE" w:rsidRDefault="00F92BFE" w:rsidP="003B77A4">
      <w:pPr>
        <w:spacing w:after="0" w:line="240" w:lineRule="auto"/>
      </w:pPr>
      <w:r>
        <w:separator/>
      </w:r>
    </w:p>
  </w:footnote>
  <w:footnote w:type="continuationSeparator" w:id="0">
    <w:p w14:paraId="7278D20D" w14:textId="77777777" w:rsidR="00F92BFE" w:rsidRDefault="00F92BFE" w:rsidP="003B77A4">
      <w:pPr>
        <w:spacing w:after="0" w:line="240" w:lineRule="auto"/>
      </w:pPr>
      <w:r>
        <w:continuationSeparator/>
      </w:r>
    </w:p>
  </w:footnote>
  <w:footnote w:type="continuationNotice" w:id="1">
    <w:p w14:paraId="65972E20" w14:textId="77777777" w:rsidR="00F92BFE" w:rsidRDefault="00F92B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E35B8" w14:textId="77777777" w:rsid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r>
      <w:rPr>
        <w:noProof/>
      </w:rPr>
      <w:drawing>
        <wp:anchor distT="0" distB="0" distL="114300" distR="114300" simplePos="0" relativeHeight="251658240" behindDoc="0" locked="0" layoutInCell="1" allowOverlap="1" wp14:anchorId="137A2C85" wp14:editId="510A94BA">
          <wp:simplePos x="0" y="0"/>
          <wp:positionH relativeFrom="column">
            <wp:posOffset>3824605</wp:posOffset>
          </wp:positionH>
          <wp:positionV relativeFrom="paragraph">
            <wp:posOffset>-135254</wp:posOffset>
          </wp:positionV>
          <wp:extent cx="1990725" cy="42751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34294" cy="436866"/>
                  </a:xfrm>
                  <a:prstGeom prst="rect">
                    <a:avLst/>
                  </a:prstGeom>
                </pic:spPr>
              </pic:pic>
            </a:graphicData>
          </a:graphic>
          <wp14:sizeRelH relativeFrom="margin">
            <wp14:pctWidth>0</wp14:pctWidth>
          </wp14:sizeRelH>
          <wp14:sizeRelV relativeFrom="margin">
            <wp14:pctHeight>0</wp14:pctHeight>
          </wp14:sizeRelV>
        </wp:anchor>
      </w:drawing>
    </w:r>
    <w:r w:rsidR="001D23C0">
      <w:rPr>
        <w:rFonts w:ascii="Arial" w:eastAsia="Times New Roman" w:hAnsi="Arial" w:cs="Times New Roman"/>
        <w:b/>
        <w:bCs/>
        <w:color w:val="008CA0"/>
        <w:sz w:val="40"/>
        <w:szCs w:val="28"/>
      </w:rPr>
      <w:t>PRESSEMITTEILUNG</w:t>
    </w:r>
  </w:p>
  <w:p w14:paraId="48CF987A" w14:textId="77777777" w:rsidR="003B77A4" w:rsidRP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E2A"/>
    <w:multiLevelType w:val="hybridMultilevel"/>
    <w:tmpl w:val="05222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2"/>
  </w:num>
  <w:num w:numId="2" w16cid:durableId="1903297995">
    <w:abstractNumId w:val="4"/>
  </w:num>
  <w:num w:numId="3" w16cid:durableId="1837189788">
    <w:abstractNumId w:val="5"/>
  </w:num>
  <w:num w:numId="4" w16cid:durableId="544604910">
    <w:abstractNumId w:val="1"/>
  </w:num>
  <w:num w:numId="5" w16cid:durableId="1560245770">
    <w:abstractNumId w:val="3"/>
  </w:num>
  <w:num w:numId="6" w16cid:durableId="1932280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40D"/>
    <w:rsid w:val="0000390A"/>
    <w:rsid w:val="00007046"/>
    <w:rsid w:val="0000738D"/>
    <w:rsid w:val="0000752D"/>
    <w:rsid w:val="00010E67"/>
    <w:rsid w:val="00013DF7"/>
    <w:rsid w:val="0002501A"/>
    <w:rsid w:val="00027935"/>
    <w:rsid w:val="000321DA"/>
    <w:rsid w:val="00035227"/>
    <w:rsid w:val="00045334"/>
    <w:rsid w:val="00054C0D"/>
    <w:rsid w:val="00054FF8"/>
    <w:rsid w:val="0006344D"/>
    <w:rsid w:val="00063908"/>
    <w:rsid w:val="0007650E"/>
    <w:rsid w:val="00076C67"/>
    <w:rsid w:val="00077C43"/>
    <w:rsid w:val="000826BE"/>
    <w:rsid w:val="00082F92"/>
    <w:rsid w:val="00094A87"/>
    <w:rsid w:val="000A4BD7"/>
    <w:rsid w:val="000B5C73"/>
    <w:rsid w:val="000B7E76"/>
    <w:rsid w:val="000C2F19"/>
    <w:rsid w:val="000C4337"/>
    <w:rsid w:val="000C5B3E"/>
    <w:rsid w:val="000D7627"/>
    <w:rsid w:val="000E2581"/>
    <w:rsid w:val="000E3CC8"/>
    <w:rsid w:val="000E5485"/>
    <w:rsid w:val="000E7485"/>
    <w:rsid w:val="000F37B9"/>
    <w:rsid w:val="000F3F81"/>
    <w:rsid w:val="000F5267"/>
    <w:rsid w:val="001006D8"/>
    <w:rsid w:val="001027DC"/>
    <w:rsid w:val="00117157"/>
    <w:rsid w:val="00117FFA"/>
    <w:rsid w:val="00120E34"/>
    <w:rsid w:val="00130617"/>
    <w:rsid w:val="00144355"/>
    <w:rsid w:val="00171A1A"/>
    <w:rsid w:val="00174853"/>
    <w:rsid w:val="00176F36"/>
    <w:rsid w:val="001849D7"/>
    <w:rsid w:val="00184CE6"/>
    <w:rsid w:val="00195F4F"/>
    <w:rsid w:val="001A3785"/>
    <w:rsid w:val="001A427A"/>
    <w:rsid w:val="001B15A6"/>
    <w:rsid w:val="001B30AD"/>
    <w:rsid w:val="001B39E6"/>
    <w:rsid w:val="001B7DE5"/>
    <w:rsid w:val="001C2622"/>
    <w:rsid w:val="001C273A"/>
    <w:rsid w:val="001D0E53"/>
    <w:rsid w:val="001D23C0"/>
    <w:rsid w:val="001D5502"/>
    <w:rsid w:val="001E1334"/>
    <w:rsid w:val="001E74B1"/>
    <w:rsid w:val="001F3D35"/>
    <w:rsid w:val="00200403"/>
    <w:rsid w:val="00202D80"/>
    <w:rsid w:val="00212127"/>
    <w:rsid w:val="002172CE"/>
    <w:rsid w:val="00227B8A"/>
    <w:rsid w:val="00230BBB"/>
    <w:rsid w:val="00235B7D"/>
    <w:rsid w:val="00235EE7"/>
    <w:rsid w:val="002518C0"/>
    <w:rsid w:val="002542C5"/>
    <w:rsid w:val="00254895"/>
    <w:rsid w:val="00256F51"/>
    <w:rsid w:val="002620C5"/>
    <w:rsid w:val="002631AD"/>
    <w:rsid w:val="0027120F"/>
    <w:rsid w:val="002C425A"/>
    <w:rsid w:val="002C6A37"/>
    <w:rsid w:val="002C7BFF"/>
    <w:rsid w:val="002D18B7"/>
    <w:rsid w:val="002D3F28"/>
    <w:rsid w:val="002D4674"/>
    <w:rsid w:val="002E00D2"/>
    <w:rsid w:val="002E0A7D"/>
    <w:rsid w:val="002F0442"/>
    <w:rsid w:val="002F509E"/>
    <w:rsid w:val="00300066"/>
    <w:rsid w:val="0030020E"/>
    <w:rsid w:val="003055BA"/>
    <w:rsid w:val="00316E78"/>
    <w:rsid w:val="003210E9"/>
    <w:rsid w:val="00325EE9"/>
    <w:rsid w:val="003333F4"/>
    <w:rsid w:val="00334E59"/>
    <w:rsid w:val="00336AD0"/>
    <w:rsid w:val="00344AA7"/>
    <w:rsid w:val="00357D58"/>
    <w:rsid w:val="003655F3"/>
    <w:rsid w:val="00365B78"/>
    <w:rsid w:val="00382E17"/>
    <w:rsid w:val="00385872"/>
    <w:rsid w:val="003869FA"/>
    <w:rsid w:val="003871C9"/>
    <w:rsid w:val="0039224D"/>
    <w:rsid w:val="003978D4"/>
    <w:rsid w:val="00397929"/>
    <w:rsid w:val="003A1F4B"/>
    <w:rsid w:val="003A4B4C"/>
    <w:rsid w:val="003B072A"/>
    <w:rsid w:val="003B77A4"/>
    <w:rsid w:val="003C16F3"/>
    <w:rsid w:val="003C2C2B"/>
    <w:rsid w:val="003D10E4"/>
    <w:rsid w:val="003E167C"/>
    <w:rsid w:val="003E7D20"/>
    <w:rsid w:val="003F33AC"/>
    <w:rsid w:val="00411192"/>
    <w:rsid w:val="00413BFC"/>
    <w:rsid w:val="0042301A"/>
    <w:rsid w:val="00423EF5"/>
    <w:rsid w:val="00430804"/>
    <w:rsid w:val="00432F57"/>
    <w:rsid w:val="00435AA6"/>
    <w:rsid w:val="004412AE"/>
    <w:rsid w:val="00452E41"/>
    <w:rsid w:val="00456D51"/>
    <w:rsid w:val="0046476D"/>
    <w:rsid w:val="0046673E"/>
    <w:rsid w:val="0047226B"/>
    <w:rsid w:val="004756CA"/>
    <w:rsid w:val="004758DF"/>
    <w:rsid w:val="00476F87"/>
    <w:rsid w:val="004871CF"/>
    <w:rsid w:val="00495C46"/>
    <w:rsid w:val="004A05E9"/>
    <w:rsid w:val="004A3C22"/>
    <w:rsid w:val="004A7098"/>
    <w:rsid w:val="004B19EE"/>
    <w:rsid w:val="004B4C1A"/>
    <w:rsid w:val="004B717B"/>
    <w:rsid w:val="004C021D"/>
    <w:rsid w:val="004D29FD"/>
    <w:rsid w:val="004D2D95"/>
    <w:rsid w:val="004D3A80"/>
    <w:rsid w:val="004D4640"/>
    <w:rsid w:val="004E4CE3"/>
    <w:rsid w:val="004E792B"/>
    <w:rsid w:val="004F1D41"/>
    <w:rsid w:val="0050116A"/>
    <w:rsid w:val="0051748A"/>
    <w:rsid w:val="005257FE"/>
    <w:rsid w:val="005366D1"/>
    <w:rsid w:val="00537601"/>
    <w:rsid w:val="00540D38"/>
    <w:rsid w:val="00541594"/>
    <w:rsid w:val="00541803"/>
    <w:rsid w:val="0054353C"/>
    <w:rsid w:val="0055412F"/>
    <w:rsid w:val="005546C8"/>
    <w:rsid w:val="005613D0"/>
    <w:rsid w:val="005632D3"/>
    <w:rsid w:val="00563533"/>
    <w:rsid w:val="0056467C"/>
    <w:rsid w:val="00564F71"/>
    <w:rsid w:val="0056591D"/>
    <w:rsid w:val="0056744B"/>
    <w:rsid w:val="00573BFB"/>
    <w:rsid w:val="00574280"/>
    <w:rsid w:val="00575597"/>
    <w:rsid w:val="00575950"/>
    <w:rsid w:val="00582259"/>
    <w:rsid w:val="005855DB"/>
    <w:rsid w:val="0058561B"/>
    <w:rsid w:val="005923A3"/>
    <w:rsid w:val="00592A62"/>
    <w:rsid w:val="0059688D"/>
    <w:rsid w:val="00597FB1"/>
    <w:rsid w:val="005A01AD"/>
    <w:rsid w:val="005A47D8"/>
    <w:rsid w:val="005B20B0"/>
    <w:rsid w:val="005B4159"/>
    <w:rsid w:val="005C20A9"/>
    <w:rsid w:val="005C2132"/>
    <w:rsid w:val="005C5B37"/>
    <w:rsid w:val="005D2677"/>
    <w:rsid w:val="005D2B2A"/>
    <w:rsid w:val="005E467A"/>
    <w:rsid w:val="005F23EF"/>
    <w:rsid w:val="00600264"/>
    <w:rsid w:val="006031E8"/>
    <w:rsid w:val="00605092"/>
    <w:rsid w:val="0060540D"/>
    <w:rsid w:val="0060647A"/>
    <w:rsid w:val="00607861"/>
    <w:rsid w:val="00613257"/>
    <w:rsid w:val="0062194A"/>
    <w:rsid w:val="00622F1C"/>
    <w:rsid w:val="00623DC8"/>
    <w:rsid w:val="006318A0"/>
    <w:rsid w:val="00635AC7"/>
    <w:rsid w:val="00636C25"/>
    <w:rsid w:val="00657050"/>
    <w:rsid w:val="00657E04"/>
    <w:rsid w:val="006628DE"/>
    <w:rsid w:val="006704E4"/>
    <w:rsid w:val="00674894"/>
    <w:rsid w:val="00680182"/>
    <w:rsid w:val="00687286"/>
    <w:rsid w:val="006A05C8"/>
    <w:rsid w:val="006A084D"/>
    <w:rsid w:val="006A2467"/>
    <w:rsid w:val="006A3EF5"/>
    <w:rsid w:val="006A638D"/>
    <w:rsid w:val="006C6025"/>
    <w:rsid w:val="006C602B"/>
    <w:rsid w:val="006D5AF0"/>
    <w:rsid w:val="006E2C22"/>
    <w:rsid w:val="006E7CFC"/>
    <w:rsid w:val="006F06C8"/>
    <w:rsid w:val="006F1DF0"/>
    <w:rsid w:val="006F4ADF"/>
    <w:rsid w:val="006F6C23"/>
    <w:rsid w:val="00701C1A"/>
    <w:rsid w:val="00710C9F"/>
    <w:rsid w:val="007152E5"/>
    <w:rsid w:val="00717795"/>
    <w:rsid w:val="00721DAE"/>
    <w:rsid w:val="00726476"/>
    <w:rsid w:val="00727FAC"/>
    <w:rsid w:val="00734DAB"/>
    <w:rsid w:val="00737ACD"/>
    <w:rsid w:val="00740A4C"/>
    <w:rsid w:val="00741C31"/>
    <w:rsid w:val="00757A37"/>
    <w:rsid w:val="00767214"/>
    <w:rsid w:val="00770EAE"/>
    <w:rsid w:val="00773997"/>
    <w:rsid w:val="00776172"/>
    <w:rsid w:val="00776D9F"/>
    <w:rsid w:val="00783F60"/>
    <w:rsid w:val="0079221F"/>
    <w:rsid w:val="007975CD"/>
    <w:rsid w:val="0079796F"/>
    <w:rsid w:val="007A489E"/>
    <w:rsid w:val="007A6B77"/>
    <w:rsid w:val="007B33CB"/>
    <w:rsid w:val="007B5A74"/>
    <w:rsid w:val="007C02E4"/>
    <w:rsid w:val="007C18E3"/>
    <w:rsid w:val="007C55E4"/>
    <w:rsid w:val="007E14F1"/>
    <w:rsid w:val="007E2AD7"/>
    <w:rsid w:val="007E33B0"/>
    <w:rsid w:val="007F2328"/>
    <w:rsid w:val="007F5E8C"/>
    <w:rsid w:val="00806FE3"/>
    <w:rsid w:val="00807809"/>
    <w:rsid w:val="00815C8E"/>
    <w:rsid w:val="008176AD"/>
    <w:rsid w:val="008247E0"/>
    <w:rsid w:val="00832E1C"/>
    <w:rsid w:val="008364AB"/>
    <w:rsid w:val="00843BC2"/>
    <w:rsid w:val="008579ED"/>
    <w:rsid w:val="0086773F"/>
    <w:rsid w:val="00875AEF"/>
    <w:rsid w:val="008878C1"/>
    <w:rsid w:val="00893C80"/>
    <w:rsid w:val="00896BB4"/>
    <w:rsid w:val="008A4E8E"/>
    <w:rsid w:val="008A5621"/>
    <w:rsid w:val="008A721B"/>
    <w:rsid w:val="008C1126"/>
    <w:rsid w:val="008C32AA"/>
    <w:rsid w:val="008C33C6"/>
    <w:rsid w:val="008D02C0"/>
    <w:rsid w:val="008D1B86"/>
    <w:rsid w:val="008D3A47"/>
    <w:rsid w:val="008D7FCB"/>
    <w:rsid w:val="008E01EA"/>
    <w:rsid w:val="008E42F9"/>
    <w:rsid w:val="008E5545"/>
    <w:rsid w:val="008E6359"/>
    <w:rsid w:val="008E6713"/>
    <w:rsid w:val="008F0463"/>
    <w:rsid w:val="008F36AA"/>
    <w:rsid w:val="008F7904"/>
    <w:rsid w:val="00904E66"/>
    <w:rsid w:val="0090732B"/>
    <w:rsid w:val="00911DCA"/>
    <w:rsid w:val="00924D57"/>
    <w:rsid w:val="00931105"/>
    <w:rsid w:val="0093179B"/>
    <w:rsid w:val="009338A5"/>
    <w:rsid w:val="00935149"/>
    <w:rsid w:val="00935AE6"/>
    <w:rsid w:val="00946EFD"/>
    <w:rsid w:val="00947E85"/>
    <w:rsid w:val="00951555"/>
    <w:rsid w:val="00955722"/>
    <w:rsid w:val="00957353"/>
    <w:rsid w:val="00960D0F"/>
    <w:rsid w:val="00960FD2"/>
    <w:rsid w:val="009616EC"/>
    <w:rsid w:val="00962DDA"/>
    <w:rsid w:val="009646F3"/>
    <w:rsid w:val="00973697"/>
    <w:rsid w:val="00975616"/>
    <w:rsid w:val="00975A35"/>
    <w:rsid w:val="009806D6"/>
    <w:rsid w:val="00984FC5"/>
    <w:rsid w:val="00990B58"/>
    <w:rsid w:val="00993CF8"/>
    <w:rsid w:val="00994440"/>
    <w:rsid w:val="00995A8D"/>
    <w:rsid w:val="00996143"/>
    <w:rsid w:val="009A2BCA"/>
    <w:rsid w:val="009A3268"/>
    <w:rsid w:val="009A3F90"/>
    <w:rsid w:val="009A431A"/>
    <w:rsid w:val="009A49E1"/>
    <w:rsid w:val="009B51E5"/>
    <w:rsid w:val="009B7948"/>
    <w:rsid w:val="009C02D7"/>
    <w:rsid w:val="009C04AD"/>
    <w:rsid w:val="009C0A50"/>
    <w:rsid w:val="009C648B"/>
    <w:rsid w:val="009C66EE"/>
    <w:rsid w:val="009C7C41"/>
    <w:rsid w:val="009D408B"/>
    <w:rsid w:val="009D5030"/>
    <w:rsid w:val="009D7511"/>
    <w:rsid w:val="009E2E05"/>
    <w:rsid w:val="009E2FA1"/>
    <w:rsid w:val="009E3DA7"/>
    <w:rsid w:val="009F4BD7"/>
    <w:rsid w:val="009F6A2D"/>
    <w:rsid w:val="00A01B41"/>
    <w:rsid w:val="00A12E3E"/>
    <w:rsid w:val="00A14534"/>
    <w:rsid w:val="00A15253"/>
    <w:rsid w:val="00A15AA2"/>
    <w:rsid w:val="00A22A5B"/>
    <w:rsid w:val="00A25482"/>
    <w:rsid w:val="00A33D65"/>
    <w:rsid w:val="00A40B26"/>
    <w:rsid w:val="00A42D1B"/>
    <w:rsid w:val="00A435CC"/>
    <w:rsid w:val="00A462EC"/>
    <w:rsid w:val="00A47A1E"/>
    <w:rsid w:val="00A53B60"/>
    <w:rsid w:val="00A54DF7"/>
    <w:rsid w:val="00A629FA"/>
    <w:rsid w:val="00A7300B"/>
    <w:rsid w:val="00A7701C"/>
    <w:rsid w:val="00A778E4"/>
    <w:rsid w:val="00A8706B"/>
    <w:rsid w:val="00A91000"/>
    <w:rsid w:val="00AA0BF3"/>
    <w:rsid w:val="00AA5BC8"/>
    <w:rsid w:val="00AA67E0"/>
    <w:rsid w:val="00AB257D"/>
    <w:rsid w:val="00AB56C4"/>
    <w:rsid w:val="00AC23CF"/>
    <w:rsid w:val="00AC4CD9"/>
    <w:rsid w:val="00AC6FEE"/>
    <w:rsid w:val="00AD0359"/>
    <w:rsid w:val="00AD6272"/>
    <w:rsid w:val="00AE4264"/>
    <w:rsid w:val="00AE7174"/>
    <w:rsid w:val="00AF2D67"/>
    <w:rsid w:val="00AF2F38"/>
    <w:rsid w:val="00AF32EC"/>
    <w:rsid w:val="00B107BA"/>
    <w:rsid w:val="00B11A96"/>
    <w:rsid w:val="00B125F6"/>
    <w:rsid w:val="00B23F71"/>
    <w:rsid w:val="00B3666F"/>
    <w:rsid w:val="00B3789C"/>
    <w:rsid w:val="00B42807"/>
    <w:rsid w:val="00B5002F"/>
    <w:rsid w:val="00B55F11"/>
    <w:rsid w:val="00B56668"/>
    <w:rsid w:val="00B637DC"/>
    <w:rsid w:val="00B7465D"/>
    <w:rsid w:val="00B80FA6"/>
    <w:rsid w:val="00BB1F7C"/>
    <w:rsid w:val="00BB7F3B"/>
    <w:rsid w:val="00BC2DAC"/>
    <w:rsid w:val="00BC58F4"/>
    <w:rsid w:val="00BD1A06"/>
    <w:rsid w:val="00BD4FF7"/>
    <w:rsid w:val="00BD5648"/>
    <w:rsid w:val="00BD6981"/>
    <w:rsid w:val="00BE0304"/>
    <w:rsid w:val="00BE24DE"/>
    <w:rsid w:val="00BE5917"/>
    <w:rsid w:val="00BF24A5"/>
    <w:rsid w:val="00C03CC5"/>
    <w:rsid w:val="00C049F6"/>
    <w:rsid w:val="00C11113"/>
    <w:rsid w:val="00C23A5B"/>
    <w:rsid w:val="00C23D5E"/>
    <w:rsid w:val="00C24747"/>
    <w:rsid w:val="00C27808"/>
    <w:rsid w:val="00C46ECE"/>
    <w:rsid w:val="00C50282"/>
    <w:rsid w:val="00C512EC"/>
    <w:rsid w:val="00C521AA"/>
    <w:rsid w:val="00C64224"/>
    <w:rsid w:val="00C65DD6"/>
    <w:rsid w:val="00C7079C"/>
    <w:rsid w:val="00C779BD"/>
    <w:rsid w:val="00C80D96"/>
    <w:rsid w:val="00C92DC4"/>
    <w:rsid w:val="00C93201"/>
    <w:rsid w:val="00C946D4"/>
    <w:rsid w:val="00CA2DC3"/>
    <w:rsid w:val="00CB6B6A"/>
    <w:rsid w:val="00CC199E"/>
    <w:rsid w:val="00CC227B"/>
    <w:rsid w:val="00CC3ED6"/>
    <w:rsid w:val="00CC5B57"/>
    <w:rsid w:val="00CC5EE9"/>
    <w:rsid w:val="00CD1238"/>
    <w:rsid w:val="00CD37AC"/>
    <w:rsid w:val="00CE0E07"/>
    <w:rsid w:val="00CE1AE7"/>
    <w:rsid w:val="00D00D17"/>
    <w:rsid w:val="00D01F13"/>
    <w:rsid w:val="00D04438"/>
    <w:rsid w:val="00D04783"/>
    <w:rsid w:val="00D17BDB"/>
    <w:rsid w:val="00D260F7"/>
    <w:rsid w:val="00D33E77"/>
    <w:rsid w:val="00D36115"/>
    <w:rsid w:val="00D36E71"/>
    <w:rsid w:val="00D51587"/>
    <w:rsid w:val="00D54F07"/>
    <w:rsid w:val="00D60630"/>
    <w:rsid w:val="00D64AA5"/>
    <w:rsid w:val="00D64C0B"/>
    <w:rsid w:val="00D664E3"/>
    <w:rsid w:val="00D72308"/>
    <w:rsid w:val="00D739E6"/>
    <w:rsid w:val="00D7428F"/>
    <w:rsid w:val="00D77242"/>
    <w:rsid w:val="00D86B46"/>
    <w:rsid w:val="00DA2C6A"/>
    <w:rsid w:val="00DB03B2"/>
    <w:rsid w:val="00DB1885"/>
    <w:rsid w:val="00DB34F0"/>
    <w:rsid w:val="00DD1453"/>
    <w:rsid w:val="00DD43FC"/>
    <w:rsid w:val="00DE15C3"/>
    <w:rsid w:val="00DE4BDD"/>
    <w:rsid w:val="00DE7339"/>
    <w:rsid w:val="00DF49DE"/>
    <w:rsid w:val="00E022BD"/>
    <w:rsid w:val="00E04E88"/>
    <w:rsid w:val="00E04FEF"/>
    <w:rsid w:val="00E0666C"/>
    <w:rsid w:val="00E23A4E"/>
    <w:rsid w:val="00E30544"/>
    <w:rsid w:val="00E321E4"/>
    <w:rsid w:val="00E434ED"/>
    <w:rsid w:val="00E51460"/>
    <w:rsid w:val="00E51662"/>
    <w:rsid w:val="00E60947"/>
    <w:rsid w:val="00E70666"/>
    <w:rsid w:val="00E75B50"/>
    <w:rsid w:val="00E84D3A"/>
    <w:rsid w:val="00E9268F"/>
    <w:rsid w:val="00E95600"/>
    <w:rsid w:val="00EA61F8"/>
    <w:rsid w:val="00EA6627"/>
    <w:rsid w:val="00EB61D4"/>
    <w:rsid w:val="00EB670A"/>
    <w:rsid w:val="00EB6781"/>
    <w:rsid w:val="00EF111D"/>
    <w:rsid w:val="00EF2614"/>
    <w:rsid w:val="00F07675"/>
    <w:rsid w:val="00F13EF1"/>
    <w:rsid w:val="00F16412"/>
    <w:rsid w:val="00F16E4C"/>
    <w:rsid w:val="00F21A0A"/>
    <w:rsid w:val="00F21C76"/>
    <w:rsid w:val="00F24C47"/>
    <w:rsid w:val="00F26AC9"/>
    <w:rsid w:val="00F32E40"/>
    <w:rsid w:val="00F367A0"/>
    <w:rsid w:val="00F40A8A"/>
    <w:rsid w:val="00F47DED"/>
    <w:rsid w:val="00F52DA7"/>
    <w:rsid w:val="00F5346A"/>
    <w:rsid w:val="00F550EC"/>
    <w:rsid w:val="00F6356E"/>
    <w:rsid w:val="00F64AA4"/>
    <w:rsid w:val="00F74059"/>
    <w:rsid w:val="00F75373"/>
    <w:rsid w:val="00F80C94"/>
    <w:rsid w:val="00F8770C"/>
    <w:rsid w:val="00F92BFE"/>
    <w:rsid w:val="00F945EC"/>
    <w:rsid w:val="00FA0F34"/>
    <w:rsid w:val="00FA14DA"/>
    <w:rsid w:val="00FA1719"/>
    <w:rsid w:val="00FA2AA2"/>
    <w:rsid w:val="00FB5593"/>
    <w:rsid w:val="00FC49BE"/>
    <w:rsid w:val="00FD60A2"/>
    <w:rsid w:val="00FE1621"/>
    <w:rsid w:val="00FE451F"/>
    <w:rsid w:val="00FE4CCE"/>
    <w:rsid w:val="00FE5BAC"/>
    <w:rsid w:val="24463318"/>
    <w:rsid w:val="4CD05BD8"/>
    <w:rsid w:val="55DBBC29"/>
    <w:rsid w:val="5C186E24"/>
    <w:rsid w:val="5FE74980"/>
    <w:rsid w:val="7A9B6C66"/>
    <w:rsid w:val="7DC7BA5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D6437D"/>
  <w15:chartTrackingRefBased/>
  <w15:docId w15:val="{EE968F31-D58D-45B1-A372-548801024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Hyperlink">
    <w:name w:val="Hyperlink"/>
    <w:basedOn w:val="Absatz-Standardschriftart"/>
    <w:uiPriority w:val="99"/>
    <w:unhideWhenUsed/>
    <w:rsid w:val="00A7300B"/>
    <w:rPr>
      <w:color w:val="0563C1" w:themeColor="hyperlink"/>
      <w:u w:val="single"/>
    </w:rPr>
  </w:style>
  <w:style w:type="character" w:styleId="NichtaufgelsteErwhnung">
    <w:name w:val="Unresolved Mention"/>
    <w:basedOn w:val="Absatz-Standardschriftart"/>
    <w:uiPriority w:val="99"/>
    <w:semiHidden/>
    <w:unhideWhenUsed/>
    <w:rsid w:val="00A7300B"/>
    <w:rPr>
      <w:color w:val="605E5C"/>
      <w:shd w:val="clear" w:color="auto" w:fill="E1DFDD"/>
    </w:rPr>
  </w:style>
  <w:style w:type="paragraph" w:customStyle="1" w:styleId="Position">
    <w:name w:val="Position"/>
    <w:basedOn w:val="Standard"/>
    <w:link w:val="PositionZchn"/>
    <w:uiPriority w:val="6"/>
    <w:qFormat/>
    <w:rsid w:val="007152E5"/>
    <w:pPr>
      <w:spacing w:after="0" w:line="264" w:lineRule="auto"/>
    </w:pPr>
    <w:rPr>
      <w:sz w:val="18"/>
      <w:szCs w:val="18"/>
      <w:lang w:val="en-US"/>
    </w:rPr>
  </w:style>
  <w:style w:type="character" w:customStyle="1" w:styleId="PositionZchn">
    <w:name w:val="Position Zchn"/>
    <w:basedOn w:val="Absatz-Standardschriftart"/>
    <w:link w:val="Position"/>
    <w:uiPriority w:val="6"/>
    <w:rsid w:val="007152E5"/>
    <w:rPr>
      <w:sz w:val="18"/>
      <w:szCs w:val="18"/>
      <w:lang w:val="en-US"/>
    </w:rPr>
  </w:style>
  <w:style w:type="paragraph" w:customStyle="1" w:styleId="EinfAbs">
    <w:name w:val="[Einf. Abs.]"/>
    <w:basedOn w:val="Standard"/>
    <w:uiPriority w:val="99"/>
    <w:rsid w:val="007152E5"/>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IStandardtext">
    <w:name w:val="PI Standardtext"/>
    <w:basedOn w:val="EinfAbs"/>
    <w:qFormat/>
    <w:rsid w:val="007152E5"/>
    <w:pPr>
      <w:spacing w:line="300" w:lineRule="auto"/>
    </w:pPr>
    <w:rPr>
      <w:rFonts w:ascii="Arial" w:hAnsi="Arial" w:cs="Arial"/>
      <w:sz w:val="22"/>
      <w:szCs w:val="22"/>
      <w:lang w:val="en-US"/>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sid w:val="00657050"/>
    <w:rPr>
      <w:b/>
      <w:bCs/>
    </w:rPr>
  </w:style>
  <w:style w:type="character" w:customStyle="1" w:styleId="KommentarthemaZchn">
    <w:name w:val="Kommentarthema Zchn"/>
    <w:basedOn w:val="KommentartextZchn"/>
    <w:link w:val="Kommentarthema"/>
    <w:uiPriority w:val="99"/>
    <w:semiHidden/>
    <w:rsid w:val="00657050"/>
    <w:rPr>
      <w:b/>
      <w:bCs/>
      <w:sz w:val="20"/>
      <w:szCs w:val="20"/>
    </w:rPr>
  </w:style>
  <w:style w:type="paragraph" w:styleId="berarbeitung">
    <w:name w:val="Revision"/>
    <w:hidden/>
    <w:uiPriority w:val="99"/>
    <w:semiHidden/>
    <w:rsid w:val="006570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13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chwarz-digits.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presse-digits@mail.schwar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yberconference.schwarz" TargetMode="External"/><Relationship Id="rId5" Type="http://schemas.openxmlformats.org/officeDocument/2006/relationships/styles" Target="styles.xml"/><Relationship Id="rId15" Type="http://schemas.openxmlformats.org/officeDocument/2006/relationships/hyperlink" Target="https://wire.com/de/" TargetMode="External"/><Relationship Id="rId10" Type="http://schemas.openxmlformats.org/officeDocument/2006/relationships/hyperlink" Target="https://cyberconference.schwarz/repor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ervicenow.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utnerma\Schwarz%20IT\Cyber%20Security%20Conference%202024%20-%20General\07_Workstream%20Presse%20&amp;%20Kommunikation\Pressemappe\240318_Pressemitteilung_Cyber_Security_Conference_ms.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784d7d03-6699-4769-bb4b-5cbf3895dc33">
      <UserInfo>
        <DisplayName>Michael Cordes</DisplayName>
        <AccountId>39</AccountId>
        <AccountType/>
      </UserInfo>
    </SharedWithUsers>
    <TaxCatchAll xmlns="784d7d03-6699-4769-bb4b-5cbf3895dc33" xsi:nil="true"/>
    <lcf76f155ced4ddcb4097134ff3c332f xmlns="ae047565-eabe-4578-916c-1b4a6725440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EA09673B46DDB4C9037D4EF04C047B1" ma:contentTypeVersion="15" ma:contentTypeDescription="Ein neues Dokument erstellen." ma:contentTypeScope="" ma:versionID="e18ee8b47d7b349cb7ac9c667dc663c5">
  <xsd:schema xmlns:xsd="http://www.w3.org/2001/XMLSchema" xmlns:xs="http://www.w3.org/2001/XMLSchema" xmlns:p="http://schemas.microsoft.com/office/2006/metadata/properties" xmlns:ns2="ae047565-eabe-4578-916c-1b4a6725440b" xmlns:ns3="784d7d03-6699-4769-bb4b-5cbf3895dc33" targetNamespace="http://schemas.microsoft.com/office/2006/metadata/properties" ma:root="true" ma:fieldsID="d65e51ec4d0757a54bf5b621fda14a7d" ns2:_="" ns3:_="">
    <xsd:import namespace="ae047565-eabe-4578-916c-1b4a6725440b"/>
    <xsd:import namespace="784d7d03-6699-4769-bb4b-5cbf3895dc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047565-eabe-4578-916c-1b4a672544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4d7d03-6699-4769-bb4b-5cbf3895dc33"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0ccc09d-8f44-405d-9015-8ee227bf0d73}" ma:internalName="TaxCatchAll" ma:showField="CatchAllData" ma:web="784d7d03-6699-4769-bb4b-5cbf3895dc3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B9C01A-026C-4FCB-BD81-277E3A4B3EDB}">
  <ds:schemaRefs>
    <ds:schemaRef ds:uri="http://schemas.microsoft.com/sharepoint/v3/contenttype/forms"/>
  </ds:schemaRefs>
</ds:datastoreItem>
</file>

<file path=customXml/itemProps2.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784d7d03-6699-4769-bb4b-5cbf3895dc33"/>
    <ds:schemaRef ds:uri="ae047565-eabe-4578-916c-1b4a6725440b"/>
  </ds:schemaRefs>
</ds:datastoreItem>
</file>

<file path=customXml/itemProps3.xml><?xml version="1.0" encoding="utf-8"?>
<ds:datastoreItem xmlns:ds="http://schemas.openxmlformats.org/officeDocument/2006/customXml" ds:itemID="{A94EFA69-B298-48B5-A667-D076C44C19F2}"/>
</file>

<file path=docMetadata/LabelInfo.xml><?xml version="1.0" encoding="utf-8"?>
<clbl:labelList xmlns:clbl="http://schemas.microsoft.com/office/2020/mipLabelMetadata">
  <clbl:label id="{d04f4717-5a6e-4b98-b3f9-6918e0385f4c}" enabled="0" method="" siteId="{d04f4717-5a6e-4b98-b3f9-6918e0385f4c}" removed="1"/>
</clbl:labelList>
</file>

<file path=docProps/app.xml><?xml version="1.0" encoding="utf-8"?>
<Properties xmlns="http://schemas.openxmlformats.org/officeDocument/2006/extended-properties" xmlns:vt="http://schemas.openxmlformats.org/officeDocument/2006/docPropsVTypes">
  <Template>240318_Pressemitteilung_Cyber_Security_Conference_ms</Template>
  <TotalTime>0</TotalTime>
  <Pages>3</Pages>
  <Words>1307</Words>
  <Characters>8237</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9525</CharactersWithSpaces>
  <SharedDoc>false</SharedDoc>
  <HLinks>
    <vt:vector size="30" baseType="variant">
      <vt:variant>
        <vt:i4>5767246</vt:i4>
      </vt:variant>
      <vt:variant>
        <vt:i4>12</vt:i4>
      </vt:variant>
      <vt:variant>
        <vt:i4>0</vt:i4>
      </vt:variant>
      <vt:variant>
        <vt:i4>5</vt:i4>
      </vt:variant>
      <vt:variant>
        <vt:lpwstr>https://wire.com/de/</vt:lpwstr>
      </vt:variant>
      <vt:variant>
        <vt:lpwstr/>
      </vt:variant>
      <vt:variant>
        <vt:i4>6946921</vt:i4>
      </vt:variant>
      <vt:variant>
        <vt:i4>9</vt:i4>
      </vt:variant>
      <vt:variant>
        <vt:i4>0</vt:i4>
      </vt:variant>
      <vt:variant>
        <vt:i4>5</vt:i4>
      </vt:variant>
      <vt:variant>
        <vt:lpwstr>https://www.servicenow.de/</vt:lpwstr>
      </vt:variant>
      <vt:variant>
        <vt:lpwstr/>
      </vt:variant>
      <vt:variant>
        <vt:i4>1507340</vt:i4>
      </vt:variant>
      <vt:variant>
        <vt:i4>6</vt:i4>
      </vt:variant>
      <vt:variant>
        <vt:i4>0</vt:i4>
      </vt:variant>
      <vt:variant>
        <vt:i4>5</vt:i4>
      </vt:variant>
      <vt:variant>
        <vt:lpwstr>http://www.schwarz-digits.de/</vt:lpwstr>
      </vt:variant>
      <vt:variant>
        <vt:lpwstr/>
      </vt:variant>
      <vt:variant>
        <vt:i4>1441902</vt:i4>
      </vt:variant>
      <vt:variant>
        <vt:i4>3</vt:i4>
      </vt:variant>
      <vt:variant>
        <vt:i4>0</vt:i4>
      </vt:variant>
      <vt:variant>
        <vt:i4>5</vt:i4>
      </vt:variant>
      <vt:variant>
        <vt:lpwstr>mailto:presse-digits@mail.schwarz</vt:lpwstr>
      </vt:variant>
      <vt:variant>
        <vt:lpwstr/>
      </vt:variant>
      <vt:variant>
        <vt:i4>262211</vt:i4>
      </vt:variant>
      <vt:variant>
        <vt:i4>0</vt:i4>
      </vt:variant>
      <vt:variant>
        <vt:i4>0</vt:i4>
      </vt:variant>
      <vt:variant>
        <vt:i4>5</vt:i4>
      </vt:variant>
      <vt:variant>
        <vt:lpwstr>https://cyberconference.schwarz/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Sautner, Maren</dc:creator>
  <cp:keywords/>
  <dc:description/>
  <cp:lastModifiedBy>Maren Sautner</cp:lastModifiedBy>
  <cp:revision>8</cp:revision>
  <dcterms:created xsi:type="dcterms:W3CDTF">2024-04-10T17:19:00Z</dcterms:created>
  <dcterms:modified xsi:type="dcterms:W3CDTF">2024-04-11T09:20:00Z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0x0101000EA09673B46DDB4C9037D4EF04C047B1</vt:lpwstr>
  </property>
  <property fmtid="{D5CDD505-2E9C-101B-9397-08002B2CF9AE}" pid="3" name="Order">
    <vt:r8>1224600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